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40" w:lineRule="auto"/>
        <w:ind w:left="758" w:right="741"/>
        <w:jc w:val="center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1338" type="#_x0000_t75">
            <v:imagedata r:id="rId6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2497: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NSR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20140205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Component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Integration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Systems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Testing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37" w:after="0" w:line="240" w:lineRule="auto"/>
        <w:ind w:left="100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(OR*3.0*425)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96" w:lineRule="auto"/>
        <w:ind w:left="100" w:right="2932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7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46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Parent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Plan(s):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20140205: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Provide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Management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(OR*3.0*425)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purpose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suite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EPIP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Intake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004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(NSR20140205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Provide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Management)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modification.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Suite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478" w:lineRule="auto"/>
        <w:ind w:left="100" w:right="8988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0004pt;margin-top:-24.692099pt;width:541.499996pt;height:13.599956pt;mso-position-horizontal-relative:page;mso-position-vertical-relative:paragraph;z-index:-1337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727,-255l11530,-255e" filled="f" stroked="t" strokeweight=".666667pt" strokecolor="#E6E6E6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713,-229l11530,-229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454l715,-222e" filled="f" stroked="t" strokeweight=".5pt" strokecolor="#FFFFF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5.5pt;margin-top:1.653906pt;width:541.000001pt;height:22.606021pt;mso-position-horizontal-relative:page;mso-position-vertical-relative:paragraph;z-index:-1336" coordorigin="710,33" coordsize="10820,452">
            <v:shape style="position:absolute;left:2143;top:33;width:585;height:117" type="#_x0000_t75">
              <v:imagedata r:id="rId8" o:title=""/>
            </v:shape>
            <v:group style="position:absolute;left:725;top:225;width:3590;height:220" coordorigin="725,225" coordsize="3590,220">
              <v:shape style="position:absolute;left:725;top:225;width:3590;height:220" coordorigin="725,225" coordsize="3590,220" path="m725,225l4315,225,4315,445,725,445,725,225e" filled="t" fillcolor="#E6E6E6" stroked="f">
                <v:path arrowok="t"/>
                <v:fill/>
              </v:shape>
            </v:group>
            <v:group style="position:absolute;left:717;top:192;width:3603;height:2" coordorigin="717,192" coordsize="3603,2">
              <v:shape style="position:absolute;left:717;top:192;width:3603;height:2" coordorigin="717,192" coordsize="3603,0" path="m718,192l4322,192e" filled="f" stroked="t" strokeweight=".666667pt" strokecolor="#E6E6E6">
                <v:path arrowok="t"/>
              </v:shape>
            </v:group>
            <v:group style="position:absolute;left:723;top:219;width:3593;height:2" coordorigin="723,219" coordsize="3593,2">
              <v:shape style="position:absolute;left:723;top:219;width:3593;height:2" coordorigin="723,219" coordsize="3593,0" path="m732,219l4325,219e" filled="f" stroked="t" strokeweight=".666667pt" strokecolor="#E6E6E6">
                <v:path arrowok="t"/>
              </v:shape>
            </v:group>
            <v:group style="position:absolute;left:723;top:452;width:3593;height:2" coordorigin="723,452" coordsize="3593,2">
              <v:shape style="position:absolute;left:723;top:452;width:3593;height:2" coordorigin="723,452" coordsize="3593,0" path="m727,452l4320,452e" filled="f" stroked="t" strokeweight=".666667pt" strokecolor="#E6E6E6">
                <v:path arrowok="t"/>
              </v:shape>
            </v:group>
            <v:group style="position:absolute;left:720;top:205;width:2;height:260" coordorigin="720,205" coordsize="2,260">
              <v:shape style="position:absolute;left:720;top:205;width:2;height:260" coordorigin="720,205" coordsize="0,260" path="m720,225l720,485e" filled="f" stroked="t" strokeweight=".5pt" strokecolor="#FFFFFF">
                <v:path arrowok="t"/>
              </v:shape>
            </v:group>
            <v:group style="position:absolute;left:4325;top:225;width:3590;height:220" coordorigin="4325,225" coordsize="3590,220">
              <v:shape style="position:absolute;left:4325;top:225;width:3590;height:220" coordorigin="4325,225" coordsize="3590,220" path="m4325,225l7915,225,7915,445,4325,445,4325,225e" filled="t" fillcolor="#E6E6E6" stroked="f">
                <v:path arrowok="t"/>
                <v:fill/>
              </v:shape>
            </v:group>
            <v:group style="position:absolute;left:4320;top:192;width:3600;height:2" coordorigin="4320,192" coordsize="3600,2">
              <v:shape style="position:absolute;left:4320;top:192;width:3600;height:2" coordorigin="4320,192" coordsize="3600,0" path="m4320,192l7920,192e" filled="f" stroked="t" strokeweight=".666667pt" strokecolor="#E6E6E6">
                <v:path arrowok="t"/>
              </v:shape>
            </v:group>
            <v:group style="position:absolute;left:4323;top:219;width:3593;height:2" coordorigin="4323,219" coordsize="3593,2">
              <v:shape style="position:absolute;left:4323;top:219;width:3593;height:2" coordorigin="4323,219" coordsize="3593,0" path="m4327,219l7920,219e" filled="f" stroked="t" strokeweight=".666667pt" strokecolor="#E6E6E6">
                <v:path arrowok="t"/>
              </v:shape>
            </v:group>
            <v:group style="position:absolute;left:4323;top:452;width:3593;height:2" coordorigin="4323,452" coordsize="3593,2">
              <v:shape style="position:absolute;left:4323;top:452;width:3593;height:2" coordorigin="4323,452" coordsize="3593,0" path="m4327,452l7920,452e" filled="f" stroked="t" strokeweight=".666667pt" strokecolor="#E6E6E6">
                <v:path arrowok="t"/>
              </v:shape>
            </v:group>
            <v:group style="position:absolute;left:7925;top:225;width:3590;height:220" coordorigin="7925,225" coordsize="3590,220">
              <v:shape style="position:absolute;left:7925;top:225;width:3590;height:220" coordorigin="7925,225" coordsize="3590,220" path="m7925,225l11515,225,11515,445,7925,445,7925,225e" filled="t" fillcolor="#E6E6E6" stroked="f">
                <v:path arrowok="t"/>
                <v:fill/>
              </v:shape>
            </v:group>
            <v:group style="position:absolute;left:7920;top:192;width:3603;height:2" coordorigin="7920,192" coordsize="3603,2">
              <v:shape style="position:absolute;left:7920;top:192;width:3603;height:2" coordorigin="7920,192" coordsize="3603,0" path="m7920,192l11523,192e" filled="f" stroked="t" strokeweight=".666667pt" strokecolor="#E6E6E6">
                <v:path arrowok="t"/>
              </v:shape>
            </v:group>
            <v:group style="position:absolute;left:7923;top:219;width:3593;height:2" coordorigin="7923,219" coordsize="3593,2">
              <v:shape style="position:absolute;left:7923;top:219;width:3593;height:2" coordorigin="7923,219" coordsize="3593,0" path="m7927,219l11520,219e" filled="f" stroked="t" strokeweight=".666667pt" strokecolor="#E6E6E6">
                <v:path arrowok="t"/>
              </v:shape>
            </v:group>
            <v:group style="position:absolute;left:11520;top:205;width:2;height:260" coordorigin="11520,205" coordsize="2,260">
              <v:shape style="position:absolute;left:11520;top:205;width:2;height:260" coordorigin="11520,205" coordsize="0,260" path="m11520,225l11520,485e" filled="f" stroked="t" strokeweight=".5pt" strokecolor="#FFFFFF">
                <v:path arrowok="t"/>
              </v:shape>
            </v:group>
            <v:group style="position:absolute;left:7923;top:452;width:3593;height:2" coordorigin="7923,452" coordsize="3593,2">
              <v:shape style="position:absolute;left:7923;top:452;width:3593;height:2" coordorigin="7923,452" coordsize="3593,0" path="m7927,452l11520,452e" filled="f" stroked="t" strokeweight=".666667pt" strokecolor="#E6E6E6">
                <v:path arrowok="t"/>
              </v:shape>
            </v:group>
            <v:group style="position:absolute;left:720;top:479;width:10800;height:2" coordorigin="720,479" coordsize="10800,2">
              <v:shape style="position:absolute;left:720;top:479;width:10800;height:2" coordorigin="720,479" coordsize="10800,0" path="m720,479l11520,479e" filled="f" stroked="t" strokeweight=".666669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7pt;width:541.0pt;height:18.399997pt;mso-position-horizontal-relative:page;mso-position-vertical-relative:paragraph;z-index:-1335" coordorigin="710,454" coordsize="10820,368">
            <v:group style="position:absolute;left:725;top:494;width:638;height:288" coordorigin="725,494" coordsize="638,288">
              <v:shape style="position:absolute;left:725;top:494;width:638;height:288" coordorigin="725,494" coordsize="638,288" path="m725,494l1363,494,1363,782,725,782,725,494e" filled="t" fillcolor="#E6E6E6" stroked="f">
                <v:path arrowok="t"/>
                <v:fill/>
              </v:shape>
            </v:group>
            <v:group style="position:absolute;left:717;top:461;width:651;height:2" coordorigin="717,461" coordsize="651,2">
              <v:shape style="position:absolute;left:717;top:461;width:651;height:2" coordorigin="717,461" coordsize="651,0" path="m718,461l1370,461e" filled="f" stroked="t" strokeweight=".666667pt" strokecolor="#E6E6E6">
                <v:path arrowok="t"/>
              </v:shape>
            </v:group>
            <v:group style="position:absolute;left:723;top:487;width:641;height:2" coordorigin="723,487" coordsize="641,2">
              <v:shape style="position:absolute;left:723;top:487;width:641;height:2" coordorigin="723,487" coordsize="641,0" path="m732,487l1373,487e" filled="f" stroked="t" strokeweight=".666667pt" strokecolor="#E6E6E6">
                <v:path arrowok="t"/>
              </v:shape>
            </v:group>
            <v:group style="position:absolute;left:723;top:789;width:641;height:2" coordorigin="723,789" coordsize="641,2">
              <v:shape style="position:absolute;left:723;top:789;width:641;height:2" coordorigin="723,789" coordsize="641,0" path="m727,789l1368,789e" filled="f" stroked="t" strokeweight=".666667pt" strokecolor="#E6E6E6">
                <v:path arrowok="t"/>
              </v:shape>
            </v:group>
            <v:group style="position:absolute;left:720;top:474;width:2;height:328" coordorigin="720,474" coordsize="2,328">
              <v:shape style="position:absolute;left:720;top:474;width:2;height:328" coordorigin="720,474" coordsize="0,328" path="m720,494l720,822e" filled="f" stroked="t" strokeweight=".5pt" strokecolor="#FFFFFF">
                <v:path arrowok="t"/>
              </v:shape>
            </v:group>
            <v:group style="position:absolute;left:1373;top:494;width:638;height:288" coordorigin="1373,494" coordsize="638,288">
              <v:shape style="position:absolute;left:1373;top:494;width:638;height:288" coordorigin="1373,494" coordsize="638,288" path="m1373,494l2011,494,2011,782,1373,782,1373,494e" filled="t" fillcolor="#E6E6E6" stroked="f">
                <v:path arrowok="t"/>
                <v:fill/>
              </v:shape>
            </v:group>
            <v:group style="position:absolute;left:1368;top:461;width:648;height:2" coordorigin="1368,461" coordsize="648,2">
              <v:shape style="position:absolute;left:1368;top:461;width:648;height:2" coordorigin="1368,461" coordsize="648,0" path="m1368,461l2016,461e" filled="f" stroked="t" strokeweight=".666667pt" strokecolor="#E6E6E6">
                <v:path arrowok="t"/>
              </v:shape>
            </v:group>
            <v:group style="position:absolute;left:1371;top:487;width:641;height:2" coordorigin="1371,487" coordsize="641,2">
              <v:shape style="position:absolute;left:1371;top:487;width:641;height:2" coordorigin="1371,487" coordsize="641,0" path="m1375,487l2016,487e" filled="f" stroked="t" strokeweight=".666667pt" strokecolor="#E6E6E6">
                <v:path arrowok="t"/>
              </v:shape>
            </v:group>
            <v:group style="position:absolute;left:1371;top:789;width:641;height:2" coordorigin="1371,789" coordsize="641,2">
              <v:shape style="position:absolute;left:1371;top:789;width:641;height:2" coordorigin="1371,789" coordsize="641,0" path="m1375,789l2016,789e" filled="f" stroked="t" strokeweight=".666667pt" strokecolor="#E6E6E6">
                <v:path arrowok="t"/>
              </v:shape>
            </v:group>
            <v:group style="position:absolute;left:2021;top:494;width:638;height:288" coordorigin="2021,494" coordsize="638,288">
              <v:shape style="position:absolute;left:2021;top:494;width:638;height:288" coordorigin="2021,494" coordsize="638,288" path="m2021,494l2659,494,2659,782,2021,782,2021,494e" filled="t" fillcolor="#E6E6E6" stroked="f">
                <v:path arrowok="t"/>
                <v:fill/>
              </v:shape>
            </v:group>
            <v:group style="position:absolute;left:2016;top:461;width:648;height:2" coordorigin="2016,461" coordsize="648,2">
              <v:shape style="position:absolute;left:2016;top:461;width:648;height:2" coordorigin="2016,461" coordsize="648,0" path="m2016,461l2664,461e" filled="f" stroked="t" strokeweight=".666667pt" strokecolor="#E6E6E6">
                <v:path arrowok="t"/>
              </v:shape>
            </v:group>
            <v:group style="position:absolute;left:2019;top:487;width:641;height:2" coordorigin="2019,487" coordsize="641,2">
              <v:shape style="position:absolute;left:2019;top:487;width:641;height:2" coordorigin="2019,487" coordsize="641,0" path="m2023,487l2664,487e" filled="f" stroked="t" strokeweight=".666667pt" strokecolor="#E6E6E6">
                <v:path arrowok="t"/>
              </v:shape>
            </v:group>
            <v:group style="position:absolute;left:2019;top:789;width:641;height:2" coordorigin="2019,789" coordsize="641,2">
              <v:shape style="position:absolute;left:2019;top:789;width:641;height:2" coordorigin="2019,789" coordsize="641,0" path="m2023,789l2664,789e" filled="f" stroked="t" strokeweight=".666667pt" strokecolor="#E6E6E6">
                <v:path arrowok="t"/>
              </v:shape>
            </v:group>
            <v:group style="position:absolute;left:2669;top:494;width:1934;height:288" coordorigin="2669,494" coordsize="1934,288">
              <v:shape style="position:absolute;left:2669;top:494;width:1934;height:288" coordorigin="2669,494" coordsize="1934,288" path="m2669,494l4603,494,4603,782,2669,782,2669,494e" filled="t" fillcolor="#E6E6E6" stroked="f">
                <v:path arrowok="t"/>
                <v:fill/>
              </v:shape>
            </v:group>
            <v:group style="position:absolute;left:2664;top:461;width:1944;height:2" coordorigin="2664,461" coordsize="1944,2">
              <v:shape style="position:absolute;left:2664;top:461;width:1944;height:2" coordorigin="2664,461" coordsize="1944,0" path="m2664,461l4608,461e" filled="f" stroked="t" strokeweight=".666667pt" strokecolor="#E6E6E6">
                <v:path arrowok="t"/>
              </v:shape>
            </v:group>
            <v:group style="position:absolute;left:2667;top:487;width:1937;height:2" coordorigin="2667,487" coordsize="1937,2">
              <v:shape style="position:absolute;left:2667;top:487;width:1937;height:2" coordorigin="2667,487" coordsize="1937,0" path="m2671,487l4608,487e" filled="f" stroked="t" strokeweight=".666667pt" strokecolor="#E6E6E6">
                <v:path arrowok="t"/>
              </v:shape>
            </v:group>
            <v:group style="position:absolute;left:2667;top:789;width:1937;height:2" coordorigin="2667,789" coordsize="1937,2">
              <v:shape style="position:absolute;left:2667;top:789;width:1937;height:2" coordorigin="2667,789" coordsize="1937,0" path="m2671,789l4608,789e" filled="f" stroked="t" strokeweight=".666667pt" strokecolor="#E6E6E6">
                <v:path arrowok="t"/>
              </v:shape>
            </v:group>
            <v:group style="position:absolute;left:4613;top:494;width:1610;height:288" coordorigin="4613,494" coordsize="1610,288">
              <v:shape style="position:absolute;left:4613;top:494;width:1610;height:288" coordorigin="4613,494" coordsize="1610,288" path="m4613,494l6223,494,6223,782,4613,782,4613,494e" filled="t" fillcolor="#E6E6E6" stroked="f">
                <v:path arrowok="t"/>
                <v:fill/>
              </v:shape>
            </v:group>
            <v:group style="position:absolute;left:4608;top:461;width:1620;height:2" coordorigin="4608,461" coordsize="1620,2">
              <v:shape style="position:absolute;left:4608;top:461;width:1620;height:2" coordorigin="4608,461" coordsize="1620,0" path="m4608,461l6228,461e" filled="f" stroked="t" strokeweight=".666667pt" strokecolor="#E6E6E6">
                <v:path arrowok="t"/>
              </v:shape>
            </v:group>
            <v:group style="position:absolute;left:4611;top:487;width:1613;height:2" coordorigin="4611,487" coordsize="1613,2">
              <v:shape style="position:absolute;left:4611;top:487;width:1613;height:2" coordorigin="4611,487" coordsize="1613,0" path="m4615,487l6228,487e" filled="f" stroked="t" strokeweight=".666667pt" strokecolor="#E6E6E6">
                <v:path arrowok="t"/>
              </v:shape>
            </v:group>
            <v:group style="position:absolute;left:4611;top:789;width:1613;height:2" coordorigin="4611,789" coordsize="1613,2">
              <v:shape style="position:absolute;left:4611;top:789;width:1613;height:2" coordorigin="4611,789" coordsize="1613,0" path="m4615,789l6228,789e" filled="f" stroked="t" strokeweight=".666667pt" strokecolor="#E6E6E6">
                <v:path arrowok="t"/>
              </v:shape>
            </v:group>
            <v:group style="position:absolute;left:6233;top:494;width:962;height:288" coordorigin="6233,494" coordsize="962,288">
              <v:shape style="position:absolute;left:6233;top:494;width:962;height:288" coordorigin="6233,494" coordsize="962,288" path="m6233,494l7195,494,7195,782,6233,782,6233,494e" filled="t" fillcolor="#E6E6E6" stroked="f">
                <v:path arrowok="t"/>
                <v:fill/>
              </v:shape>
            </v:group>
            <v:group style="position:absolute;left:6228;top:461;width:972;height:2" coordorigin="6228,461" coordsize="972,2">
              <v:shape style="position:absolute;left:6228;top:461;width:972;height:2" coordorigin="6228,461" coordsize="972,0" path="m6228,461l7200,461e" filled="f" stroked="t" strokeweight=".666667pt" strokecolor="#E6E6E6">
                <v:path arrowok="t"/>
              </v:shape>
            </v:group>
            <v:group style="position:absolute;left:6231;top:487;width:965;height:2" coordorigin="6231,487" coordsize="965,2">
              <v:shape style="position:absolute;left:6231;top:487;width:965;height:2" coordorigin="6231,487" coordsize="965,0" path="m6235,487l7200,487e" filled="f" stroked="t" strokeweight=".666667pt" strokecolor="#E6E6E6">
                <v:path arrowok="t"/>
              </v:shape>
            </v:group>
            <v:group style="position:absolute;left:6231;top:789;width:965;height:2" coordorigin="6231,789" coordsize="965,2">
              <v:shape style="position:absolute;left:6231;top:789;width:965;height:2" coordorigin="6231,789" coordsize="965,0" path="m6235,789l7200,789e" filled="f" stroked="t" strokeweight=".666667pt" strokecolor="#E6E6E6">
                <v:path arrowok="t"/>
              </v:shape>
            </v:group>
            <v:group style="position:absolute;left:7205;top:494;width:962;height:288" coordorigin="7205,494" coordsize="962,288">
              <v:shape style="position:absolute;left:7205;top:494;width:962;height:288" coordorigin="7205,494" coordsize="962,288" path="m7205,494l8167,494,8167,782,7205,782,7205,494e" filled="t" fillcolor="#E6E6E6" stroked="f">
                <v:path arrowok="t"/>
                <v:fill/>
              </v:shape>
            </v:group>
            <v:group style="position:absolute;left:7200;top:461;width:972;height:2" coordorigin="7200,461" coordsize="972,2">
              <v:shape style="position:absolute;left:7200;top:461;width:972;height:2" coordorigin="7200,461" coordsize="972,0" path="m7200,461l8172,461e" filled="f" stroked="t" strokeweight=".666667pt" strokecolor="#E6E6E6">
                <v:path arrowok="t"/>
              </v:shape>
            </v:group>
            <v:group style="position:absolute;left:7203;top:487;width:965;height:2" coordorigin="7203,487" coordsize="965,2">
              <v:shape style="position:absolute;left:7203;top:487;width:965;height:2" coordorigin="7203,487" coordsize="965,0" path="m7207,487l8172,487e" filled="f" stroked="t" strokeweight=".666667pt" strokecolor="#E6E6E6">
                <v:path arrowok="t"/>
              </v:shape>
            </v:group>
            <v:group style="position:absolute;left:7203;top:789;width:965;height:2" coordorigin="7203,789" coordsize="965,2">
              <v:shape style="position:absolute;left:7203;top:789;width:965;height:2" coordorigin="7203,789" coordsize="965,0" path="m7207,789l8172,789e" filled="f" stroked="t" strokeweight=".666667pt" strokecolor="#E6E6E6">
                <v:path arrowok="t"/>
              </v:shape>
            </v:group>
            <v:group style="position:absolute;left:8177;top:494;width:1826;height:288" coordorigin="8177,494" coordsize="1826,288">
              <v:shape style="position:absolute;left:8177;top:494;width:1826;height:288" coordorigin="8177,494" coordsize="1826,288" path="m8177,494l10003,494,10003,782,8177,782,8177,494e" filled="t" fillcolor="#E6E6E6" stroked="f">
                <v:path arrowok="t"/>
                <v:fill/>
              </v:shape>
            </v:group>
            <v:group style="position:absolute;left:8172;top:461;width:1836;height:2" coordorigin="8172,461" coordsize="1836,2">
              <v:shape style="position:absolute;left:8172;top:461;width:1836;height:2" coordorigin="8172,461" coordsize="1836,0" path="m8172,461l10008,461e" filled="f" stroked="t" strokeweight=".666667pt" strokecolor="#E6E6E6">
                <v:path arrowok="t"/>
              </v:shape>
            </v:group>
            <v:group style="position:absolute;left:8175;top:487;width:1829;height:2" coordorigin="8175,487" coordsize="1829,2">
              <v:shape style="position:absolute;left:8175;top:487;width:1829;height:2" coordorigin="8175,487" coordsize="1829,0" path="m8179,487l10008,487e" filled="f" stroked="t" strokeweight=".666667pt" strokecolor="#E6E6E6">
                <v:path arrowok="t"/>
              </v:shape>
            </v:group>
            <v:group style="position:absolute;left:8175;top:789;width:1829;height:2" coordorigin="8175,789" coordsize="1829,2">
              <v:shape style="position:absolute;left:8175;top:789;width:1829;height:2" coordorigin="8175,789" coordsize="1829,0" path="m8179,789l10008,789e" filled="f" stroked="t" strokeweight=".666667pt" strokecolor="#E6E6E6">
                <v:path arrowok="t"/>
              </v:shape>
            </v:group>
            <v:group style="position:absolute;left:10013;top:494;width:746;height:288" coordorigin="10013,494" coordsize="746,288">
              <v:shape style="position:absolute;left:10013;top:494;width:746;height:288" coordorigin="10013,494" coordsize="746,288" path="m10013,494l10759,494,10759,782,10013,782,10013,494e" filled="t" fillcolor="#E6E6E6" stroked="f">
                <v:path arrowok="t"/>
                <v:fill/>
              </v:shape>
            </v:group>
            <v:group style="position:absolute;left:10008;top:461;width:756;height:2" coordorigin="10008,461" coordsize="756,2">
              <v:shape style="position:absolute;left:10008;top:461;width:756;height:2" coordorigin="10008,461" coordsize="756,0" path="m10008,461l10764,461e" filled="f" stroked="t" strokeweight=".666667pt" strokecolor="#E6E6E6">
                <v:path arrowok="t"/>
              </v:shape>
            </v:group>
            <v:group style="position:absolute;left:10011;top:487;width:749;height:2" coordorigin="10011,487" coordsize="749,2">
              <v:shape style="position:absolute;left:10011;top:487;width:749;height:2" coordorigin="10011,487" coordsize="749,0" path="m10015,487l10764,487e" filled="f" stroked="t" strokeweight=".666667pt" strokecolor="#E6E6E6">
                <v:path arrowok="t"/>
              </v:shape>
            </v:group>
            <v:group style="position:absolute;left:10011;top:789;width:749;height:2" coordorigin="10011,789" coordsize="749,2">
              <v:shape style="position:absolute;left:10011;top:789;width:749;height:2" coordorigin="10011,789" coordsize="749,0" path="m10015,789l10764,789e" filled="f" stroked="t" strokeweight=".666667pt" strokecolor="#E6E6E6">
                <v:path arrowok="t"/>
              </v:shape>
            </v:group>
            <v:group style="position:absolute;left:10769;top:494;width:746;height:288" coordorigin="10769,494" coordsize="746,288">
              <v:shape style="position:absolute;left:10769;top:494;width:746;height:288" coordorigin="10769,494" coordsize="746,288" path="m10769,494l11515,494,11515,782,10769,782,10769,494e" filled="t" fillcolor="#E6E6E6" stroked="f">
                <v:path arrowok="t"/>
                <v:fill/>
              </v:shape>
            </v:group>
            <v:group style="position:absolute;left:10764;top:461;width:759;height:2" coordorigin="10764,461" coordsize="759,2">
              <v:shape style="position:absolute;left:10764;top:461;width:759;height:2" coordorigin="10764,461" coordsize="759,0" path="m10764,461l11523,461e" filled="f" stroked="t" strokeweight=".666667pt" strokecolor="#E6E6E6">
                <v:path arrowok="t"/>
              </v:shape>
            </v:group>
            <v:group style="position:absolute;left:10767;top:487;width:749;height:2" coordorigin="10767,487" coordsize="749,2">
              <v:shape style="position:absolute;left:10767;top:487;width:749;height:2" coordorigin="10767,487" coordsize="749,0" path="m10771,487l11520,487e" filled="f" stroked="t" strokeweight=".666667pt" strokecolor="#E6E6E6">
                <v:path arrowok="t"/>
              </v:shape>
            </v:group>
            <v:group style="position:absolute;left:11520;top:474;width:2;height:328" coordorigin="11520,474" coordsize="2,328">
              <v:shape style="position:absolute;left:11520;top:474;width:2;height:328" coordorigin="11520,474" coordsize="0,328" path="m11520,494l11520,822e" filled="f" stroked="t" strokeweight=".5pt" strokecolor="#FFFFFF">
                <v:path arrowok="t"/>
              </v:shape>
            </v:group>
            <v:group style="position:absolute;left:10767;top:789;width:749;height:2" coordorigin="10767,789" coordsize="749,2">
              <v:shape style="position:absolute;left:10767;top:789;width:749;height:2" coordorigin="10767,789" coordsize="749,0" path="m10771,789l11520,789e" filled="f" stroked="t" strokeweight=".666667pt" strokecolor="#E6E6E6">
                <v:path arrowok="t"/>
              </v:shape>
            </v:group>
            <v:group style="position:absolute;left:720;top:815;width:10800;height:2" coordorigin="720,815" coordsize="10800,2">
              <v:shape style="position:absolute;left:720;top:815;width:10800;height:2" coordorigin="720,815" coordsize="10800,0" path="m720,815l11520,815e" filled="f" stroked="t" strokeweight=".666692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Cases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pgMar w:footer="979" w:top="1360" w:bottom="1160" w:left="620" w:right="640"/>
          <w:footerReference w:type="default" r:id="rId5"/>
          <w:type w:val="continuous"/>
          <w:pgSz w:w="12240" w:h="15840"/>
        </w:sectPr>
      </w:pPr>
      <w:rPr/>
    </w:p>
    <w:p>
      <w:pPr>
        <w:spacing w:before="44" w:after="0" w:line="240" w:lineRule="auto"/>
        <w:ind w:left="205" w:right="-6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2.592003pt;margin-top:2.694925pt;width:37.957999pt;height:14.4pt;mso-position-horizontal-relative:page;mso-position-vertical-relative:paragraph;z-index:-1339" type="#_x0000_t202" filled="f" stroked="f">
            <v:textbox inset="0,0,0,0">
              <w:txbxContent>
                <w:p>
                  <w:pPr>
                    <w:spacing w:before="0" w:after="0" w:line="128" w:lineRule="exact"/>
                    <w:ind w:right="-20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color w:val="666666"/>
                      <w:spacing w:val="0"/>
                      <w:w w:val="100"/>
                      <w:b/>
                      <w:bCs/>
                    </w:rPr>
                    <w:t>on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Executi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Order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tabs>
          <w:tab w:pos="480" w:val="left"/>
          <w:tab w:pos="3020" w:val="left"/>
          <w:tab w:pos="4640" w:val="left"/>
          <w:tab w:pos="6580" w:val="left"/>
          <w:tab w:pos="8420" w:val="left"/>
          <w:tab w:pos="91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Case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Team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Area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  <w:cols w:num="2" w:equalWidth="0">
            <w:col w:w="632" w:space="430"/>
            <w:col w:w="9918"/>
          </w:cols>
        </w:sectPr>
      </w:pPr>
      <w:rPr/>
    </w:p>
    <w:p>
      <w:pPr>
        <w:spacing w:before="74" w:after="0" w:line="113" w:lineRule="exact"/>
        <w:ind w:left="2115" w:right="2201"/>
        <w:jc w:val="center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115.5pt;margin-top:6.773928pt;width:8pt;height:8pt;mso-position-horizontal-relative:page;mso-position-vertical-relative:paragraph;z-index:-1333" type="#_x0000_t75">
            <v:imagedata r:id="rId9" o:title=""/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1pt;margin-top:8.066040pt;width:54.440001pt;height:6pt;mso-position-horizontal-relative:page;mso-position-vertical-relative:paragraph;z-index:-1327" type="#_x0000_t202" filled="f" stroked="f">
            <v:textbox inset="0,0,0,0">
              <w:txbxContent>
                <w:p>
                  <w:pPr>
                    <w:spacing w:before="0" w:after="0" w:line="120" w:lineRule="exact"/>
                    <w:ind w:right="-58"/>
                    <w:jc w:val="left"/>
                    <w:tabs>
                      <w:tab w:pos="740" w:val="left"/>
                    </w:tabs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spacing w:val="0"/>
                      <w:w w:val="100"/>
                    </w:rPr>
                    <w:t>1</w:t>
                    <w:tab/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spacing w:val="0"/>
                      <w:w w:val="100"/>
                    </w:rPr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82266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ORD_001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-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Create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Order/Change/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67" w:lineRule="exact"/>
        <w:ind w:left="2144" w:right="-69"/>
        <w:jc w:val="left"/>
        <w:tabs>
          <w:tab w:pos="570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10.812185pt;width:539.999999pt;height:.1pt;mso-position-horizontal-relative:page;mso-position-vertical-relative:paragraph;z-index:-1334" coordorigin="720,216" coordsize="10800,2">
            <v:shape style="position:absolute;left:720;top:216;width:10800;height:2" coordorigin="720,216" coordsize="10800,0" path="m720,216l11520,216e" filled="f" stroked="t" strokeweight=".500025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Discontinue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CPRS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Approved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74" w:after="0" w:line="250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ORD_001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-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Create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Order/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Change/Discontinue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4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Apr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21,</w:t>
      </w:r>
    </w:p>
    <w:p>
      <w:pPr>
        <w:spacing w:before="6" w:after="0" w:line="135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2015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  <w:cols w:num="3" w:equalWidth="0">
            <w:col w:w="6222" w:space="1430"/>
            <w:col w:w="1574" w:space="262"/>
            <w:col w:w="1492"/>
          </w:cols>
        </w:sectPr>
      </w:pPr>
      <w:rPr/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Suite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576" w:right="-20"/>
        <w:jc w:val="left"/>
        <w:tabs>
          <w:tab w:pos="1560" w:val="left"/>
          <w:tab w:pos="2460" w:val="left"/>
          <w:tab w:pos="4200" w:val="left"/>
          <w:tab w:pos="5920" w:val="left"/>
          <w:tab w:pos="7440" w:val="left"/>
          <w:tab w:pos="8620" w:val="left"/>
          <w:tab w:pos="100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Status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84" w:after="0" w:line="87" w:lineRule="exact"/>
        <w:ind w:left="2468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5pt;margin-top:-10.305066pt;width:540.999999pt;height:15.0pt;mso-position-horizontal-relative:page;mso-position-vertical-relative:paragraph;z-index:-1332" coordorigin="710,-206" coordsize="10820,300">
            <v:group style="position:absolute;left:725;top:-166;width:962;height:220" coordorigin="725,-166" coordsize="962,220">
              <v:shape style="position:absolute;left:725;top:-166;width:962;height:220" coordorigin="725,-166" coordsize="962,220" path="m725,-166l1687,-166,1687,54,725,54,725,-166e" filled="t" fillcolor="#E6E6E6" stroked="f">
                <v:path arrowok="t"/>
                <v:fill/>
              </v:shape>
            </v:group>
            <v:group style="position:absolute;left:717;top:-199;width:975;height:2" coordorigin="717,-199" coordsize="975,2">
              <v:shape style="position:absolute;left:717;top:-199;width:975;height:2" coordorigin="717,-199" coordsize="975,0" path="m718,-199l1694,-199e" filled="f" stroked="t" strokeweight=".666667pt" strokecolor="#E6E6E6">
                <v:path arrowok="t"/>
              </v:shape>
            </v:group>
            <v:group style="position:absolute;left:723;top:-173;width:965;height:2" coordorigin="723,-173" coordsize="965,2">
              <v:shape style="position:absolute;left:723;top:-173;width:965;height:2" coordorigin="723,-173" coordsize="965,0" path="m732,-173l1697,-173e" filled="f" stroked="t" strokeweight=".666667pt" strokecolor="#E6E6E6">
                <v:path arrowok="t"/>
              </v:shape>
            </v:group>
            <v:group style="position:absolute;left:723;top:61;width:965;height:2" coordorigin="723,61" coordsize="965,2">
              <v:shape style="position:absolute;left:723;top:61;width:965;height:2" coordorigin="723,61" coordsize="965,0" path="m727,61l1692,61e" filled="f" stroked="t" strokeweight=".666667pt" strokecolor="#E6E6E6">
                <v:path arrowok="t"/>
              </v:shape>
            </v:group>
            <v:group style="position:absolute;left:720;top:-186;width:2;height:260" coordorigin="720,-186" coordsize="2,260">
              <v:shape style="position:absolute;left:720;top:-186;width:2;height:260" coordorigin="720,-186" coordsize="0,260" path="m720,-166l720,94e" filled="f" stroked="t" strokeweight=".5pt" strokecolor="#FFFFFF">
                <v:path arrowok="t"/>
              </v:shape>
            </v:group>
            <v:group style="position:absolute;left:1697;top:-166;width:1286;height:220" coordorigin="1697,-166" coordsize="1286,220">
              <v:shape style="position:absolute;left:1697;top:-166;width:1286;height:220" coordorigin="1697,-166" coordsize="1286,220" path="m1697,-166l2983,-166,2983,54,1697,54,1697,-166e" filled="t" fillcolor="#E6E6E6" stroked="f">
                <v:path arrowok="t"/>
                <v:fill/>
              </v:shape>
            </v:group>
            <v:group style="position:absolute;left:1692;top:-199;width:1296;height:2" coordorigin="1692,-199" coordsize="1296,2">
              <v:shape style="position:absolute;left:1692;top:-199;width:1296;height:2" coordorigin="1692,-199" coordsize="1296,0" path="m1692,-199l2988,-199e" filled="f" stroked="t" strokeweight=".666667pt" strokecolor="#E6E6E6">
                <v:path arrowok="t"/>
              </v:shape>
            </v:group>
            <v:group style="position:absolute;left:1695;top:-173;width:1289;height:2" coordorigin="1695,-173" coordsize="1289,2">
              <v:shape style="position:absolute;left:1695;top:-173;width:1289;height:2" coordorigin="1695,-173" coordsize="1289,0" path="m1699,-173l2988,-173e" filled="f" stroked="t" strokeweight=".666667pt" strokecolor="#E6E6E6">
                <v:path arrowok="t"/>
              </v:shape>
            </v:group>
            <v:group style="position:absolute;left:1695;top:61;width:1289;height:2" coordorigin="1695,61" coordsize="1289,2">
              <v:shape style="position:absolute;left:1695;top:61;width:1289;height:2" coordorigin="1695,61" coordsize="1289,0" path="m1699,61l2988,61e" filled="f" stroked="t" strokeweight=".666667pt" strokecolor="#E6E6E6">
                <v:path arrowok="t"/>
              </v:shape>
            </v:group>
            <v:group style="position:absolute;left:2993;top:-166;width:1718;height:220" coordorigin="2993,-166" coordsize="1718,220">
              <v:shape style="position:absolute;left:2993;top:-166;width:1718;height:220" coordorigin="2993,-166" coordsize="1718,220" path="m2993,-166l4711,-166,4711,54,2993,54,2993,-166e" filled="t" fillcolor="#E6E6E6" stroked="f">
                <v:path arrowok="t"/>
                <v:fill/>
              </v:shape>
            </v:group>
            <v:group style="position:absolute;left:2988;top:-199;width:1728;height:2" coordorigin="2988,-199" coordsize="1728,2">
              <v:shape style="position:absolute;left:2988;top:-199;width:1728;height:2" coordorigin="2988,-199" coordsize="1728,0" path="m2988,-199l4716,-199e" filled="f" stroked="t" strokeweight=".666667pt" strokecolor="#E6E6E6">
                <v:path arrowok="t"/>
              </v:shape>
            </v:group>
            <v:group style="position:absolute;left:2991;top:-173;width:1721;height:2" coordorigin="2991,-173" coordsize="1721,2">
              <v:shape style="position:absolute;left:2991;top:-173;width:1721;height:2" coordorigin="2991,-173" coordsize="1721,0" path="m2995,-173l4716,-173e" filled="f" stroked="t" strokeweight=".666667pt" strokecolor="#E6E6E6">
                <v:path arrowok="t"/>
              </v:shape>
            </v:group>
            <v:group style="position:absolute;left:2991;top:61;width:1721;height:2" coordorigin="2991,61" coordsize="1721,2">
              <v:shape style="position:absolute;left:2991;top:61;width:1721;height:2" coordorigin="2991,61" coordsize="1721,0" path="m2995,61l4716,61e" filled="f" stroked="t" strokeweight=".666667pt" strokecolor="#E6E6E6">
                <v:path arrowok="t"/>
              </v:shape>
            </v:group>
            <v:group style="position:absolute;left:4721;top:-166;width:1718;height:220" coordorigin="4721,-166" coordsize="1718,220">
              <v:shape style="position:absolute;left:4721;top:-166;width:1718;height:220" coordorigin="4721,-166" coordsize="1718,220" path="m4721,-166l6439,-166,6439,54,4721,54,4721,-166e" filled="t" fillcolor="#E6E6E6" stroked="f">
                <v:path arrowok="t"/>
                <v:fill/>
              </v:shape>
            </v:group>
            <v:group style="position:absolute;left:4716;top:-199;width:1728;height:2" coordorigin="4716,-199" coordsize="1728,2">
              <v:shape style="position:absolute;left:4716;top:-199;width:1728;height:2" coordorigin="4716,-199" coordsize="1728,0" path="m4716,-199l6444,-199e" filled="f" stroked="t" strokeweight=".666667pt" strokecolor="#E6E6E6">
                <v:path arrowok="t"/>
              </v:shape>
            </v:group>
            <v:group style="position:absolute;left:4719;top:-173;width:1721;height:2" coordorigin="4719,-173" coordsize="1721,2">
              <v:shape style="position:absolute;left:4719;top:-173;width:1721;height:2" coordorigin="4719,-173" coordsize="1721,0" path="m4723,-173l6444,-173e" filled="f" stroked="t" strokeweight=".666667pt" strokecolor="#E6E6E6">
                <v:path arrowok="t"/>
              </v:shape>
            </v:group>
            <v:group style="position:absolute;left:4719;top:61;width:1721;height:2" coordorigin="4719,61" coordsize="1721,2">
              <v:shape style="position:absolute;left:4719;top:61;width:1721;height:2" coordorigin="4719,61" coordsize="1721,0" path="m4723,61l6444,61e" filled="f" stroked="t" strokeweight=".666667pt" strokecolor="#E6E6E6">
                <v:path arrowok="t"/>
              </v:shape>
            </v:group>
            <v:group style="position:absolute;left:6449;top:-166;width:1502;height:220" coordorigin="6449,-166" coordsize="1502,220">
              <v:shape style="position:absolute;left:6449;top:-166;width:1502;height:220" coordorigin="6449,-166" coordsize="1502,220" path="m6449,-166l7951,-166,7951,54,6449,54,6449,-166e" filled="t" fillcolor="#E6E6E6" stroked="f">
                <v:path arrowok="t"/>
                <v:fill/>
              </v:shape>
            </v:group>
            <v:group style="position:absolute;left:6444;top:-199;width:1512;height:2" coordorigin="6444,-199" coordsize="1512,2">
              <v:shape style="position:absolute;left:6444;top:-199;width:1512;height:2" coordorigin="6444,-199" coordsize="1512,0" path="m6444,-199l7956,-199e" filled="f" stroked="t" strokeweight=".666667pt" strokecolor="#E6E6E6">
                <v:path arrowok="t"/>
              </v:shape>
            </v:group>
            <v:group style="position:absolute;left:6447;top:-173;width:1505;height:2" coordorigin="6447,-173" coordsize="1505,2">
              <v:shape style="position:absolute;left:6447;top:-173;width:1505;height:2" coordorigin="6447,-173" coordsize="1505,0" path="m6451,-173l7956,-173e" filled="f" stroked="t" strokeweight=".666667pt" strokecolor="#E6E6E6">
                <v:path arrowok="t"/>
              </v:shape>
            </v:group>
            <v:group style="position:absolute;left:6447;top:61;width:1505;height:2" coordorigin="6447,61" coordsize="1505,2">
              <v:shape style="position:absolute;left:6447;top:61;width:1505;height:2" coordorigin="6447,61" coordsize="1505,0" path="m6451,61l7956,61e" filled="f" stroked="t" strokeweight=".666667pt" strokecolor="#E6E6E6">
                <v:path arrowok="t"/>
              </v:shape>
            </v:group>
            <v:group style="position:absolute;left:7961;top:-166;width:1178;height:220" coordorigin="7961,-166" coordsize="1178,220">
              <v:shape style="position:absolute;left:7961;top:-166;width:1178;height:220" coordorigin="7961,-166" coordsize="1178,220" path="m7961,-166l9139,-166,9139,54,7961,54,7961,-166e" filled="t" fillcolor="#E6E6E6" stroked="f">
                <v:path arrowok="t"/>
                <v:fill/>
              </v:shape>
            </v:group>
            <v:group style="position:absolute;left:7956;top:-199;width:1188;height:2" coordorigin="7956,-199" coordsize="1188,2">
              <v:shape style="position:absolute;left:7956;top:-199;width:1188;height:2" coordorigin="7956,-199" coordsize="1188,0" path="m7956,-199l9144,-199e" filled="f" stroked="t" strokeweight=".666667pt" strokecolor="#E6E6E6">
                <v:path arrowok="t"/>
              </v:shape>
            </v:group>
            <v:group style="position:absolute;left:7959;top:-173;width:1181;height:2" coordorigin="7959,-173" coordsize="1181,2">
              <v:shape style="position:absolute;left:7959;top:-173;width:1181;height:2" coordorigin="7959,-173" coordsize="1181,0" path="m7963,-173l9144,-173e" filled="f" stroked="t" strokeweight=".666667pt" strokecolor="#E6E6E6">
                <v:path arrowok="t"/>
              </v:shape>
            </v:group>
            <v:group style="position:absolute;left:7959;top:61;width:1181;height:2" coordorigin="7959,61" coordsize="1181,2">
              <v:shape style="position:absolute;left:7959;top:61;width:1181;height:2" coordorigin="7959,61" coordsize="1181,0" path="m7963,61l9144,61e" filled="f" stroked="t" strokeweight=".666667pt" strokecolor="#E6E6E6">
                <v:path arrowok="t"/>
              </v:shape>
            </v:group>
            <v:group style="position:absolute;left:9149;top:-166;width:1394;height:220" coordorigin="9149,-166" coordsize="1394,220">
              <v:shape style="position:absolute;left:9149;top:-166;width:1394;height:220" coordorigin="9149,-166" coordsize="1394,220" path="m9149,-166l10543,-166,10543,54,9149,54,9149,-166e" filled="t" fillcolor="#E6E6E6" stroked="f">
                <v:path arrowok="t"/>
                <v:fill/>
              </v:shape>
            </v:group>
            <v:group style="position:absolute;left:9144;top:-199;width:1404;height:2" coordorigin="9144,-199" coordsize="1404,2">
              <v:shape style="position:absolute;left:9144;top:-199;width:1404;height:2" coordorigin="9144,-199" coordsize="1404,0" path="m9144,-199l10548,-199e" filled="f" stroked="t" strokeweight=".666667pt" strokecolor="#E6E6E6">
                <v:path arrowok="t"/>
              </v:shape>
            </v:group>
            <v:group style="position:absolute;left:9147;top:-173;width:1397;height:2" coordorigin="9147,-173" coordsize="1397,2">
              <v:shape style="position:absolute;left:9147;top:-173;width:1397;height:2" coordorigin="9147,-173" coordsize="1397,0" path="m9151,-173l10548,-173e" filled="f" stroked="t" strokeweight=".666667pt" strokecolor="#E6E6E6">
                <v:path arrowok="t"/>
              </v:shape>
            </v:group>
            <v:group style="position:absolute;left:9147;top:61;width:1397;height:2" coordorigin="9147,61" coordsize="1397,2">
              <v:shape style="position:absolute;left:9147;top:61;width:1397;height:2" coordorigin="9147,61" coordsize="1397,0" path="m9151,61l10548,61e" filled="f" stroked="t" strokeweight=".666667pt" strokecolor="#E6E6E6">
                <v:path arrowok="t"/>
              </v:shape>
            </v:group>
            <v:group style="position:absolute;left:10553;top:-166;width:962;height:220" coordorigin="10553,-166" coordsize="962,220">
              <v:shape style="position:absolute;left:10553;top:-166;width:962;height:220" coordorigin="10553,-166" coordsize="962,220" path="m10553,-166l11515,-166,11515,54,10553,54,10553,-166e" filled="t" fillcolor="#E6E6E6" stroked="f">
                <v:path arrowok="t"/>
                <v:fill/>
              </v:shape>
            </v:group>
            <v:group style="position:absolute;left:10548;top:-199;width:975;height:2" coordorigin="10548,-199" coordsize="975,2">
              <v:shape style="position:absolute;left:10548;top:-199;width:975;height:2" coordorigin="10548,-199" coordsize="975,0" path="m10548,-199l11523,-199e" filled="f" stroked="t" strokeweight=".666667pt" strokecolor="#E6E6E6">
                <v:path arrowok="t"/>
              </v:shape>
            </v:group>
            <v:group style="position:absolute;left:10551;top:-173;width:965;height:2" coordorigin="10551,-173" coordsize="965,2">
              <v:shape style="position:absolute;left:10551;top:-173;width:965;height:2" coordorigin="10551,-173" coordsize="965,0" path="m10555,-173l11520,-173e" filled="f" stroked="t" strokeweight=".666667pt" strokecolor="#E6E6E6">
                <v:path arrowok="t"/>
              </v:shape>
            </v:group>
            <v:group style="position:absolute;left:11520;top:-186;width:2;height:260" coordorigin="11520,-186" coordsize="2,260">
              <v:shape style="position:absolute;left:11520;top:-186;width:2;height:260" coordorigin="11520,-186" coordsize="0,260" path="m11520,-166l11520,94e" filled="f" stroked="t" strokeweight=".5pt" strokecolor="#FFFFFF">
                <v:path arrowok="t"/>
              </v:shape>
            </v:group>
            <v:group style="position:absolute;left:10551;top:61;width:965;height:2" coordorigin="10551,61" coordsize="965,2">
              <v:shape style="position:absolute;left:10551;top:61;width:965;height:2" coordorigin="10551,61" coordsize="965,0" path="m10555,61l11520,61e" filled="f" stroked="t" strokeweight=".666667pt" strokecolor="#E6E6E6">
                <v:path arrowok="t"/>
              </v:shape>
            </v:group>
            <v:group style="position:absolute;left:720;top:87;width:10800;height:2" coordorigin="720,87" coordsize="10800,2">
              <v:shape style="position:absolute;left:720;top:87;width:10800;height:2" coordorigin="720,87" coordsize="10800,0" path="m720,87l11520,87e" filled="f" stroked="t" strokeweight=".666667pt" strokecolor="#E6E6E6">
                <v:path arrowok="t"/>
              </v:shape>
            </v:group>
            <w10:wrap type="none"/>
          </v:group>
        </w:pict>
      </w:r>
      <w:r>
        <w:rPr/>
        <w:pict>
          <v:shape style="position:absolute;margin-left:115.5pt;margin-top:10.873934pt;width:8pt;height:8pt;mso-position-horizontal-relative:page;mso-position-vertical-relative:paragraph;z-index:-1330" type="#_x0000_t75">
            <v:imagedata r:id="rId10" o:title=""/>
          </v:shape>
        </w:pict>
      </w:r>
      <w:r>
        <w:rPr/>
        <w:pict>
          <v:shape style="position:absolute;margin-left:532.400024pt;margin-top:11.894934pt;width:7.2pt;height:7.2pt;mso-position-horizontal-relative:page;mso-position-vertical-relative:paragraph;z-index:-1329" type="#_x0000_t75">
            <v:imagedata r:id="rId11" o:title=""/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NSR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20140205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Component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</w:sectPr>
      </w:pPr>
      <w:rPr/>
    </w:p>
    <w:p>
      <w:pPr>
        <w:spacing w:before="56" w:after="0" w:line="240" w:lineRule="auto"/>
        <w:ind w:left="469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83537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56" w:after="0" w:line="240" w:lineRule="auto"/>
        <w:ind w:right="-6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Integration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and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Systems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135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8.244925pt;width:539.999998pt;height:.1pt;mso-position-horizontal-relative:page;mso-position-vertical-relative:paragraph;z-index:-1331" coordorigin="720,165" coordsize="10800,2">
            <v:shape style="position:absolute;left:720;top:165;width:10800;height:2" coordorigin="720,165" coordsize="10800,0" path="m720,165l11520,165e" filled="f" stroked="t" strokeweight=".500001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Testing_CHEYG04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68" w:lineRule="exact"/>
        <w:ind w:right="-69"/>
        <w:jc w:val="left"/>
        <w:tabs>
          <w:tab w:pos="1720" w:val="left"/>
          <w:tab w:pos="324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3"/>
        </w:rPr>
        <w:t>CHEYG04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3"/>
        </w:rPr>
        <w:t>Sprint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3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3"/>
        </w:rPr>
        <w:t>2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3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   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8" w:lineRule="exact"/>
        <w:ind w:right="534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57" w:after="0" w:line="240" w:lineRule="auto"/>
        <w:ind w:right="-20"/>
        <w:jc w:val="left"/>
        <w:tabs>
          <w:tab w:pos="158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     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Passed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  <w:cols w:num="4" w:equalWidth="0">
            <w:col w:w="1850" w:space="618"/>
            <w:col w:w="1294" w:space="434"/>
            <w:col w:w="4228" w:space="200"/>
            <w:col w:w="2356"/>
          </w:cols>
        </w:sectPr>
      </w:pPr>
      <w:rPr/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76pt;width:541.000001pt;height:14.999997pt;mso-position-horizontal-relative:page;mso-position-vertical-relative:paragraph;z-index:-1328" coordorigin="710,454" coordsize="10820,300">
            <v:group style="position:absolute;left:725;top:494;width:490;height:220" coordorigin="725,494" coordsize="490,220">
              <v:shape style="position:absolute;left:725;top:494;width:490;height:220" coordorigin="725,494" coordsize="490,220" path="m725,494l1215,494,1215,714,725,714,725,494e" filled="t" fillcolor="#E6E6E6" stroked="f">
                <v:path arrowok="t"/>
                <v:fill/>
              </v:shape>
            </v:group>
            <v:group style="position:absolute;left:717;top:461;width:503;height:2" coordorigin="717,461" coordsize="503,2">
              <v:shape style="position:absolute;left:717;top:461;width:503;height:2" coordorigin="717,461" coordsize="503,0" path="m718,461l1222,461e" filled="f" stroked="t" strokeweight=".666667pt" strokecolor="#E6E6E6">
                <v:path arrowok="t"/>
              </v:shape>
            </v:group>
            <v:group style="position:absolute;left:723;top:487;width:493;height:2" coordorigin="723,487" coordsize="493,2">
              <v:shape style="position:absolute;left:723;top:487;width:493;height:2" coordorigin="723,487" coordsize="493,0" path="m732,487l1225,487e" filled="f" stroked="t" strokeweight=".666667pt" strokecolor="#E6E6E6">
                <v:path arrowok="t"/>
              </v:shape>
            </v:group>
            <v:group style="position:absolute;left:723;top:721;width:493;height:2" coordorigin="723,721" coordsize="493,2">
              <v:shape style="position:absolute;left:723;top:721;width:493;height:2" coordorigin="723,721" coordsize="493,0" path="m727,721l12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225;top:494;width:7890;height:220" coordorigin="1225,494" coordsize="7890,220">
              <v:shape style="position:absolute;left:1225;top:494;width:7890;height:220" coordorigin="1225,494" coordsize="7890,220" path="m1225,494l9115,494,9115,714,1225,714,1225,494e" filled="t" fillcolor="#E6E6E6" stroked="f">
                <v:path arrowok="t"/>
                <v:fill/>
              </v:shape>
            </v:group>
            <v:group style="position:absolute;left:1220;top:461;width:7900;height:2" coordorigin="1220,461" coordsize="7900,2">
              <v:shape style="position:absolute;left:1220;top:461;width:7900;height:2" coordorigin="1220,461" coordsize="7900,0" path="m1220,461l9120,461e" filled="f" stroked="t" strokeweight=".666667pt" strokecolor="#E6E6E6">
                <v:path arrowok="t"/>
              </v:shape>
            </v:group>
            <v:group style="position:absolute;left:1223;top:487;width:7893;height:2" coordorigin="1223,487" coordsize="7893,2">
              <v:shape style="position:absolute;left:1223;top:487;width:7893;height:2" coordorigin="1223,487" coordsize="7893,0" path="m1227,487l9120,487e" filled="f" stroked="t" strokeweight=".666667pt" strokecolor="#E6E6E6">
                <v:path arrowok="t"/>
              </v:shape>
            </v:group>
            <v:group style="position:absolute;left:1223;top:721;width:7893;height:2" coordorigin="1223,721" coordsize="7893,2">
              <v:shape style="position:absolute;left:1223;top:721;width:7893;height:2" coordorigin="1223,721" coordsize="7893,0" path="m1227,721l9120,721e" filled="f" stroked="t" strokeweight=".666667pt" strokecolor="#E6E6E6">
                <v:path arrowok="t"/>
              </v:shape>
            </v:group>
            <v:group style="position:absolute;left:9125;top:494;width:2390;height:220" coordorigin="9125,494" coordsize="2390,220">
              <v:shape style="position:absolute;left:9125;top:494;width:2390;height:220" coordorigin="9125,494" coordsize="2390,220" path="m9125,494l11515,494,11515,714,9125,714,9125,494e" filled="t" fillcolor="#E6E6E6" stroked="f">
                <v:path arrowok="t"/>
                <v:fill/>
              </v:shape>
            </v:group>
            <v:group style="position:absolute;left:9120;top:461;width:2403;height:2" coordorigin="9120,461" coordsize="2403,2">
              <v:shape style="position:absolute;left:9120;top:461;width:2403;height:2" coordorigin="9120,461" coordsize="2403,0" path="m9120,461l11523,461e" filled="f" stroked="t" strokeweight=".666667pt" strokecolor="#E6E6E6">
                <v:path arrowok="t"/>
              </v:shape>
            </v:group>
            <v:group style="position:absolute;left:9123;top:487;width:2393;height:2" coordorigin="9123,487" coordsize="2393,2">
              <v:shape style="position:absolute;left:9123;top:487;width:2393;height:2" coordorigin="9123,487" coordsize="2393,0" path="m9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9123;top:721;width:2393;height:2" coordorigin="9123,721" coordsize="2393,2">
              <v:shape style="position:absolute;left:9123;top:721;width:2393;height:2" coordorigin="9123,721" coordsize="2393,0" path="m9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</w:sectPr>
      </w:pPr>
      <w:rPr/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/>
        <w:pict>
          <v:group style="position:absolute;margin-left:35.5pt;margin-top:104.199997pt;width:541.000001pt;height:14.999988pt;mso-position-horizontal-relative:page;mso-position-vertical-relative:page;z-index:-1326" coordorigin="710,2084" coordsize="10820,300">
            <v:group style="position:absolute;left:725;top:2124;width:5390;height:220" coordorigin="725,2124" coordsize="5390,220">
              <v:shape style="position:absolute;left:725;top:2124;width:5390;height:220" coordorigin="725,2124" coordsize="5390,220" path="m725,2124l6115,2124,6115,2344,725,2344,725,2124e" filled="t" fillcolor="#E6E6E6" stroked="f">
                <v:path arrowok="t"/>
                <v:fill/>
              </v:shape>
            </v:group>
            <v:group style="position:absolute;left:717;top:2091;width:5403;height:2" coordorigin="717,2091" coordsize="5403,2">
              <v:shape style="position:absolute;left:717;top:2091;width:5403;height:2" coordorigin="717,2091" coordsize="5403,0" path="m718,2091l6122,2091e" filled="f" stroked="t" strokeweight=".666667pt" strokecolor="#E6E6E6">
                <v:path arrowok="t"/>
              </v:shape>
            </v:group>
            <v:group style="position:absolute;left:723;top:2117;width:5393;height:2" coordorigin="723,2117" coordsize="5393,2">
              <v:shape style="position:absolute;left:723;top:2117;width:5393;height:2" coordorigin="723,2117" coordsize="5393,0" path="m732,2117l6125,2117e" filled="f" stroked="t" strokeweight=".666667pt" strokecolor="#E6E6E6">
                <v:path arrowok="t"/>
              </v:shape>
            </v:group>
            <v:group style="position:absolute;left:723;top:2351;width:5393;height:2" coordorigin="723,2351" coordsize="5393,2">
              <v:shape style="position:absolute;left:723;top:2351;width:5393;height:2" coordorigin="723,2351" coordsize="5393,0" path="m727,2351l6120,2351e" filled="f" stroked="t" strokeweight=".666667pt" strokecolor="#E6E6E6">
                <v:path arrowok="t"/>
              </v:shape>
            </v:group>
            <v:group style="position:absolute;left:720;top:2104;width:2;height:260" coordorigin="720,2104" coordsize="2,260">
              <v:shape style="position:absolute;left:720;top:2104;width:2;height:260" coordorigin="720,2104" coordsize="0,260" path="m720,2124l720,2384e" filled="f" stroked="t" strokeweight=".5pt" strokecolor="#FFFFFF">
                <v:path arrowok="t"/>
              </v:shape>
            </v:group>
            <v:group style="position:absolute;left:6125;top:2124;width:5390;height:220" coordorigin="6125,2124" coordsize="5390,220">
              <v:shape style="position:absolute;left:6125;top:2124;width:5390;height:220" coordorigin="6125,2124" coordsize="5390,220" path="m6125,2124l11515,2124,11515,2344,6125,2344,6125,2124e" filled="t" fillcolor="#E6E6E6" stroked="f">
                <v:path arrowok="t"/>
                <v:fill/>
              </v:shape>
            </v:group>
            <v:group style="position:absolute;left:6120;top:2091;width:5403;height:2" coordorigin="6120,2091" coordsize="5403,2">
              <v:shape style="position:absolute;left:6120;top:2091;width:5403;height:2" coordorigin="6120,2091" coordsize="5403,0" path="m6120,2091l11523,2091e" filled="f" stroked="t" strokeweight=".666667pt" strokecolor="#E6E6E6">
                <v:path arrowok="t"/>
              </v:shape>
            </v:group>
            <v:group style="position:absolute;left:6123;top:2117;width:5393;height:2" coordorigin="6123,2117" coordsize="5393,2">
              <v:shape style="position:absolute;left:6123;top:2117;width:5393;height:2" coordorigin="6123,2117" coordsize="5393,0" path="m6127,2117l11520,2117e" filled="f" stroked="t" strokeweight=".666667pt" strokecolor="#E6E6E6">
                <v:path arrowok="t"/>
              </v:shape>
            </v:group>
            <v:group style="position:absolute;left:11520;top:2104;width:2;height:260" coordorigin="11520,2104" coordsize="2,260">
              <v:shape style="position:absolute;left:11520;top:2104;width:2;height:260" coordorigin="11520,2104" coordsize="0,260" path="m11520,2124l11520,2384e" filled="f" stroked="t" strokeweight=".5pt" strokecolor="#FFFFFF">
                <v:path arrowok="t"/>
              </v:shape>
            </v:group>
            <v:group style="position:absolute;left:6123;top:2351;width:5393;height:2" coordorigin="6123,2351" coordsize="5393,2">
              <v:shape style="position:absolute;left:6123;top:2351;width:5393;height:2" coordorigin="6123,2351" coordsize="5393,0" path="m6127,2351l11520,2351e" filled="f" stroked="t" strokeweight=".666667pt" strokecolor="#E6E6E6">
                <v:path arrowok="t"/>
              </v:shape>
            </v:group>
            <v:group style="position:absolute;left:720;top:2377;width:10800;height:2" coordorigin="720,2377" coordsize="10800,2">
              <v:shape style="position:absolute;left:720;top:2377;width:10800;height:2" coordorigin="720,2377" coordsize="10800,0" path="m720,2377l11520,237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sz w:val="14"/>
          <w:szCs w:val="14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480" w:bottom="1160" w:left="620" w:right="1340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1325" type="#_x0000_t75">
            <v:imagedata r:id="rId13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82266: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ORD_001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-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Create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Order/Change/Discontinue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in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CPRS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  <w:position w:val="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73" w:lineRule="auto"/>
        <w:ind w:left="100" w:right="2792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Creator: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21,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3:18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11,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7:51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14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65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case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verifies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current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functionality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creating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changing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discontinuing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Intake: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004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20140205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Provide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Mgt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CI/ST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Case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0004pt;margin-top:-24.692099pt;width:541.499996pt;height:13.599956pt;mso-position-horizontal-relative:page;mso-position-vertical-relative:paragraph;z-index:-1324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727,-255l11530,-255e" filled="f" stroked="t" strokeweight=".666667pt" strokecolor="#E6E6E6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713,-229l11530,-229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454l715,-222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21.107876pt;width:541.000001pt;height:15.000001pt;mso-position-horizontal-relative:page;mso-position-vertical-relative:paragraph;z-index:-1323" coordorigin="710,422" coordsize="10820,300">
            <v:group style="position:absolute;left:725;top:462;width:10790;height:220" coordorigin="725,462" coordsize="10790,220">
              <v:shape style="position:absolute;left:725;top:462;width:10790;height:220" coordorigin="725,462" coordsize="10790,220" path="m725,462l11515,462,11515,682,725,682,725,462e" filled="t" fillcolor="#E6E6E6" stroked="f">
                <v:path arrowok="t"/>
                <v:fill/>
              </v:shape>
            </v:group>
            <v:group style="position:absolute;left:717;top:429;width:10807;height:2" coordorigin="717,429" coordsize="10807,2">
              <v:shape style="position:absolute;left:717;top:429;width:10807;height:2" coordorigin="717,429" coordsize="10807,0" path="m718,429l11525,429e" filled="f" stroked="t" strokeweight=".666667pt" strokecolor="#E6E6E6">
                <v:path arrowok="t"/>
              </v:shape>
            </v:group>
            <v:group style="position:absolute;left:723;top:455;width:10793;height:2" coordorigin="723,455" coordsize="10793,2">
              <v:shape style="position:absolute;left:723;top:455;width:10793;height:2" coordorigin="723,455" coordsize="10793,0" path="m732,455l11525,455e" filled="f" stroked="t" strokeweight=".666667pt" strokecolor="#E6E6E6">
                <v:path arrowok="t"/>
              </v:shape>
            </v:group>
            <v:group style="position:absolute;left:11520;top:442;width:2;height:260" coordorigin="11520,442" coordsize="2,260">
              <v:shape style="position:absolute;left:11520;top:442;width:2;height:260" coordorigin="11520,442" coordsize="0,260" path="m11520,462l11520,722e" filled="f" stroked="t" strokeweight=".5pt" strokecolor="#FFFFFF">
                <v:path arrowok="t"/>
              </v:shape>
            </v:group>
            <v:group style="position:absolute;left:723;top:689;width:10793;height:2" coordorigin="723,689" coordsize="10793,2">
              <v:shape style="position:absolute;left:723;top:689;width:10793;height:2" coordorigin="723,689" coordsize="10793,0" path="m727,689l11520,689e" filled="f" stroked="t" strokeweight=".666667pt" strokecolor="#E6E6E6">
                <v:path arrowok="t"/>
              </v:shape>
            </v:group>
            <v:group style="position:absolute;left:720;top:442;width:2;height:260" coordorigin="720,442" coordsize="2,260">
              <v:shape style="position:absolute;left:720;top:442;width:2;height:260" coordorigin="720,442" coordsize="0,260" path="m720,462l720,722e" filled="f" stroked="t" strokeweight=".5pt" strokecolor="#FFFFFF">
                <v:path arrowok="t"/>
              </v:shape>
            </v:group>
            <v:group style="position:absolute;left:720;top:715;width:10800;height:2" coordorigin="720,715" coordsize="10800,2">
              <v:shape style="position:absolute;left:720;top:715;width:10800;height:2" coordorigin="720,715" coordsize="10800,0" path="m720,715l11520,715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Development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Items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65pt;width:541.000001pt;height:15.000001pt;mso-position-horizontal-relative:page;mso-position-vertical-relative:paragraph;z-index:-1322" coordorigin="710,454" coordsize="10820,300">
            <v:group style="position:absolute;left:725;top:494;width:10790;height:220" coordorigin="725,494" coordsize="10790,220">
              <v:shape style="position:absolute;left:725;top:494;width:10790;height:220" coordorigin="725,494" coordsize="10790,220" path="m725,494l11515,494,11515,714,725,714,725,494e" filled="t" fillcolor="#E6E6E6" stroked="f">
                <v:path arrowok="t"/>
                <v:fill/>
              </v:shape>
            </v:group>
            <v:group style="position:absolute;left:717;top:461;width:10807;height:2" coordorigin="717,461" coordsize="10807,2">
              <v:shape style="position:absolute;left:717;top:461;width:10807;height:2" coordorigin="717,461" coordsize="10807,0" path="m718,461l11525,461e" filled="f" stroked="t" strokeweight=".666667pt" strokecolor="#E6E6E6">
                <v:path arrowok="t"/>
              </v:shape>
            </v:group>
            <v:group style="position:absolute;left:723;top:487;width:10793;height:2" coordorigin="723,487" coordsize="10793,2">
              <v:shape style="position:absolute;left:723;top:487;width:10793;height:2" coordorigin="723,487" coordsize="10793,0" path="m732,487l11525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723;top:721;width:10793;height:2" coordorigin="723,721" coordsize="10793,2">
              <v:shape style="position:absolute;left:723;top:721;width:10793;height:2" coordorigin="723,721" coordsize="10793,0" path="m727,721l115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Requirement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Links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5.5pt;margin-top:1.653907pt;width:541.000001pt;height:22.605986pt;mso-position-horizontal-relative:page;mso-position-vertical-relative:paragraph;z-index:-1321" coordorigin="710,33" coordsize="10820,452">
            <v:shape style="position:absolute;left:2143;top:33;width:585;height:117" type="#_x0000_t75">
              <v:imagedata r:id="rId15" o:title=""/>
            </v:shape>
            <v:group style="position:absolute;left:725;top:225;width:3590;height:220" coordorigin="725,225" coordsize="3590,220">
              <v:shape style="position:absolute;left:725;top:225;width:3590;height:220" coordorigin="725,225" coordsize="3590,220" path="m725,225l4315,225,4315,445,725,445,725,225e" filled="t" fillcolor="#E6E6E6" stroked="f">
                <v:path arrowok="t"/>
                <v:fill/>
              </v:shape>
            </v:group>
            <v:group style="position:absolute;left:717;top:192;width:3603;height:2" coordorigin="717,192" coordsize="3603,2">
              <v:shape style="position:absolute;left:717;top:192;width:3603;height:2" coordorigin="717,192" coordsize="3603,0" path="m718,192l4322,192e" filled="f" stroked="t" strokeweight=".666667pt" strokecolor="#E6E6E6">
                <v:path arrowok="t"/>
              </v:shape>
            </v:group>
            <v:group style="position:absolute;left:723;top:219;width:3593;height:2" coordorigin="723,219" coordsize="3593,2">
              <v:shape style="position:absolute;left:723;top:219;width:3593;height:2" coordorigin="723,219" coordsize="3593,0" path="m732,219l4325,219e" filled="f" stroked="t" strokeweight=".666667pt" strokecolor="#E6E6E6">
                <v:path arrowok="t"/>
              </v:shape>
            </v:group>
            <v:group style="position:absolute;left:723;top:452;width:3593;height:2" coordorigin="723,452" coordsize="3593,2">
              <v:shape style="position:absolute;left:723;top:452;width:3593;height:2" coordorigin="723,452" coordsize="3593,0" path="m727,452l4320,452e" filled="f" stroked="t" strokeweight=".666667pt" strokecolor="#E6E6E6">
                <v:path arrowok="t"/>
              </v:shape>
            </v:group>
            <v:group style="position:absolute;left:720;top:205;width:2;height:260" coordorigin="720,205" coordsize="2,260">
              <v:shape style="position:absolute;left:720;top:205;width:2;height:260" coordorigin="720,205" coordsize="0,260" path="m720,225l720,485e" filled="f" stroked="t" strokeweight=".5pt" strokecolor="#FFFFFF">
                <v:path arrowok="t"/>
              </v:shape>
            </v:group>
            <v:group style="position:absolute;left:4325;top:225;width:3590;height:220" coordorigin="4325,225" coordsize="3590,220">
              <v:shape style="position:absolute;left:4325;top:225;width:3590;height:220" coordorigin="4325,225" coordsize="3590,220" path="m4325,225l7915,225,7915,445,4325,445,4325,225e" filled="t" fillcolor="#E6E6E6" stroked="f">
                <v:path arrowok="t"/>
                <v:fill/>
              </v:shape>
            </v:group>
            <v:group style="position:absolute;left:4320;top:192;width:3600;height:2" coordorigin="4320,192" coordsize="3600,2">
              <v:shape style="position:absolute;left:4320;top:192;width:3600;height:2" coordorigin="4320,192" coordsize="3600,0" path="m4320,192l7920,192e" filled="f" stroked="t" strokeweight=".666667pt" strokecolor="#E6E6E6">
                <v:path arrowok="t"/>
              </v:shape>
            </v:group>
            <v:group style="position:absolute;left:4323;top:219;width:3593;height:2" coordorigin="4323,219" coordsize="3593,2">
              <v:shape style="position:absolute;left:4323;top:219;width:3593;height:2" coordorigin="4323,219" coordsize="3593,0" path="m4327,219l7920,219e" filled="f" stroked="t" strokeweight=".666667pt" strokecolor="#E6E6E6">
                <v:path arrowok="t"/>
              </v:shape>
            </v:group>
            <v:group style="position:absolute;left:4323;top:452;width:3593;height:2" coordorigin="4323,452" coordsize="3593,2">
              <v:shape style="position:absolute;left:4323;top:452;width:3593;height:2" coordorigin="4323,452" coordsize="3593,0" path="m4327,452l7920,452e" filled="f" stroked="t" strokeweight=".666667pt" strokecolor="#E6E6E6">
                <v:path arrowok="t"/>
              </v:shape>
            </v:group>
            <v:group style="position:absolute;left:7925;top:225;width:3590;height:220" coordorigin="7925,225" coordsize="3590,220">
              <v:shape style="position:absolute;left:7925;top:225;width:3590;height:220" coordorigin="7925,225" coordsize="3590,220" path="m7925,225l11515,225,11515,445,7925,445,7925,225e" filled="t" fillcolor="#E6E6E6" stroked="f">
                <v:path arrowok="t"/>
                <v:fill/>
              </v:shape>
            </v:group>
            <v:group style="position:absolute;left:7920;top:192;width:3603;height:2" coordorigin="7920,192" coordsize="3603,2">
              <v:shape style="position:absolute;left:7920;top:192;width:3603;height:2" coordorigin="7920,192" coordsize="3603,0" path="m7920,192l11523,192e" filled="f" stroked="t" strokeweight=".666667pt" strokecolor="#E6E6E6">
                <v:path arrowok="t"/>
              </v:shape>
            </v:group>
            <v:group style="position:absolute;left:7923;top:219;width:3593;height:2" coordorigin="7923,219" coordsize="3593,2">
              <v:shape style="position:absolute;left:7923;top:219;width:3593;height:2" coordorigin="7923,219" coordsize="3593,0" path="m7927,219l11520,219e" filled="f" stroked="t" strokeweight=".666667pt" strokecolor="#E6E6E6">
                <v:path arrowok="t"/>
              </v:shape>
            </v:group>
            <v:group style="position:absolute;left:11520;top:205;width:2;height:260" coordorigin="11520,205" coordsize="2,260">
              <v:shape style="position:absolute;left:11520;top:205;width:2;height:260" coordorigin="11520,205" coordsize="0,260" path="m11520,225l11520,485e" filled="f" stroked="t" strokeweight=".5pt" strokecolor="#FFFFFF">
                <v:path arrowok="t"/>
              </v:shape>
            </v:group>
            <v:group style="position:absolute;left:7923;top:452;width:3593;height:2" coordorigin="7923,452" coordsize="3593,2">
              <v:shape style="position:absolute;left:7923;top:452;width:3593;height:2" coordorigin="7923,452" coordsize="3593,0" path="m7927,452l11520,452e" filled="f" stroked="t" strokeweight=".666667pt" strokecolor="#E6E6E6">
                <v:path arrowok="t"/>
              </v:shape>
            </v:group>
            <v:group style="position:absolute;left:720;top:479;width:10800;height:2" coordorigin="720,479" coordsize="10800,2">
              <v:shape style="position:absolute;left:720;top:479;width:10800;height:2" coordorigin="720,479" coordsize="10800,0" path="m720,479l11520,479e" filled="f" stroked="t" strokeweight=".666672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478" w:lineRule="auto"/>
        <w:ind w:left="100" w:right="900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7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Scripts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414" w:right="-20"/>
        <w:jc w:val="left"/>
        <w:tabs>
          <w:tab w:pos="840" w:val="left"/>
          <w:tab w:pos="3660" w:val="left"/>
          <w:tab w:pos="4620" w:val="left"/>
          <w:tab w:pos="5820" w:val="left"/>
          <w:tab w:pos="7000" w:val="left"/>
          <w:tab w:pos="8400" w:val="left"/>
          <w:tab w:pos="9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Type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Data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Records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Validates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Requirement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113" w:lineRule="exact"/>
        <w:ind w:left="848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5pt;margin-top:-15.80507pt;width:540.999998pt;height:15.000049pt;mso-position-horizontal-relative:page;mso-position-vertical-relative:paragraph;z-index:-1320" coordorigin="710,-316" coordsize="10820,300">
            <v:group style="position:absolute;left:725;top:-276;width:638;height:220" coordorigin="725,-276" coordsize="638,220">
              <v:shape style="position:absolute;left:725;top:-276;width:638;height:220" coordorigin="725,-276" coordsize="638,220" path="m725,-276l1363,-276,1363,-56,725,-56,725,-276e" filled="t" fillcolor="#E6E6E6" stroked="f">
                <v:path arrowok="t"/>
                <v:fill/>
              </v:shape>
            </v:group>
            <v:group style="position:absolute;left:717;top:-309;width:651;height:2" coordorigin="717,-309" coordsize="651,2">
              <v:shape style="position:absolute;left:717;top:-309;width:651;height:2" coordorigin="717,-309" coordsize="651,0" path="m718,-309l1370,-309e" filled="f" stroked="t" strokeweight=".666667pt" strokecolor="#E6E6E6">
                <v:path arrowok="t"/>
              </v:shape>
            </v:group>
            <v:group style="position:absolute;left:723;top:-283;width:641;height:2" coordorigin="723,-283" coordsize="641,2">
              <v:shape style="position:absolute;left:723;top:-283;width:641;height:2" coordorigin="723,-283" coordsize="641,0" path="m732,-283l1373,-283e" filled="f" stroked="t" strokeweight=".666667pt" strokecolor="#E6E6E6">
                <v:path arrowok="t"/>
              </v:shape>
            </v:group>
            <v:group style="position:absolute;left:723;top:-49;width:641;height:2" coordorigin="723,-49" coordsize="641,2">
              <v:shape style="position:absolute;left:723;top:-49;width:641;height:2" coordorigin="723,-49" coordsize="641,0" path="m727,-49l1368,-49e" filled="f" stroked="t" strokeweight=".666667pt" strokecolor="#E6E6E6">
                <v:path arrowok="t"/>
              </v:shape>
            </v:group>
            <v:group style="position:absolute;left:720;top:-296;width:2;height:260" coordorigin="720,-296" coordsize="2,260">
              <v:shape style="position:absolute;left:720;top:-296;width:2;height:260" coordorigin="720,-296" coordsize="0,260" path="m720,-276l720,-16e" filled="f" stroked="t" strokeweight=".5pt" strokecolor="#FFFFFF">
                <v:path arrowok="t"/>
              </v:shape>
            </v:group>
            <v:group style="position:absolute;left:1373;top:-276;width:2798;height:220" coordorigin="1373,-276" coordsize="2798,220">
              <v:shape style="position:absolute;left:1373;top:-276;width:2798;height:220" coordorigin="1373,-276" coordsize="2798,220" path="m1373,-276l4171,-276,4171,-56,1373,-56,1373,-276e" filled="t" fillcolor="#E6E6E6" stroked="f">
                <v:path arrowok="t"/>
                <v:fill/>
              </v:shape>
            </v:group>
            <v:group style="position:absolute;left:1368;top:-309;width:2808;height:2" coordorigin="1368,-309" coordsize="2808,2">
              <v:shape style="position:absolute;left:1368;top:-309;width:2808;height:2" coordorigin="1368,-309" coordsize="2808,0" path="m1368,-309l4176,-309e" filled="f" stroked="t" strokeweight=".666667pt" strokecolor="#E6E6E6">
                <v:path arrowok="t"/>
              </v:shape>
            </v:group>
            <v:group style="position:absolute;left:1371;top:-283;width:2801;height:2" coordorigin="1371,-283" coordsize="2801,2">
              <v:shape style="position:absolute;left:1371;top:-283;width:2801;height:2" coordorigin="1371,-283" coordsize="2801,0" path="m1375,-283l4176,-283e" filled="f" stroked="t" strokeweight=".666667pt" strokecolor="#E6E6E6">
                <v:path arrowok="t"/>
              </v:shape>
            </v:group>
            <v:group style="position:absolute;left:1371;top:-49;width:2801;height:2" coordorigin="1371,-49" coordsize="2801,2">
              <v:shape style="position:absolute;left:1371;top:-49;width:2801;height:2" coordorigin="1371,-49" coordsize="2801,0" path="m1375,-49l4176,-49e" filled="f" stroked="t" strokeweight=".666667pt" strokecolor="#E6E6E6">
                <v:path arrowok="t"/>
              </v:shape>
            </v:group>
            <v:group style="position:absolute;left:4181;top:-276;width:962;height:220" coordorigin="4181,-276" coordsize="962,220">
              <v:shape style="position:absolute;left:4181;top:-276;width:962;height:220" coordorigin="4181,-276" coordsize="962,220" path="m4181,-276l5143,-276,5143,-56,4181,-56,4181,-276e" filled="t" fillcolor="#E6E6E6" stroked="f">
                <v:path arrowok="t"/>
                <v:fill/>
              </v:shape>
            </v:group>
            <v:group style="position:absolute;left:4176;top:-309;width:972;height:2" coordorigin="4176,-309" coordsize="972,2">
              <v:shape style="position:absolute;left:4176;top:-309;width:972;height:2" coordorigin="4176,-309" coordsize="972,0" path="m4176,-309l5148,-309e" filled="f" stroked="t" strokeweight=".666667pt" strokecolor="#E6E6E6">
                <v:path arrowok="t"/>
              </v:shape>
            </v:group>
            <v:group style="position:absolute;left:4179;top:-283;width:965;height:2" coordorigin="4179,-283" coordsize="965,2">
              <v:shape style="position:absolute;left:4179;top:-283;width:965;height:2" coordorigin="4179,-283" coordsize="965,0" path="m4183,-283l5148,-283e" filled="f" stroked="t" strokeweight=".666667pt" strokecolor="#E6E6E6">
                <v:path arrowok="t"/>
              </v:shape>
            </v:group>
            <v:group style="position:absolute;left:4179;top:-49;width:965;height:2" coordorigin="4179,-49" coordsize="965,2">
              <v:shape style="position:absolute;left:4179;top:-49;width:965;height:2" coordorigin="4179,-49" coordsize="965,0" path="m4183,-49l5148,-49e" filled="f" stroked="t" strokeweight=".666667pt" strokecolor="#E6E6E6">
                <v:path arrowok="t"/>
              </v:shape>
            </v:group>
            <v:group style="position:absolute;left:5153;top:-276;width:1178;height:220" coordorigin="5153,-276" coordsize="1178,220">
              <v:shape style="position:absolute;left:5153;top:-276;width:1178;height:220" coordorigin="5153,-276" coordsize="1178,220" path="m5153,-276l6331,-276,6331,-56,5153,-56,5153,-276e" filled="t" fillcolor="#E6E6E6" stroked="f">
                <v:path arrowok="t"/>
                <v:fill/>
              </v:shape>
            </v:group>
            <v:group style="position:absolute;left:5148;top:-309;width:1188;height:2" coordorigin="5148,-309" coordsize="1188,2">
              <v:shape style="position:absolute;left:5148;top:-309;width:1188;height:2" coordorigin="5148,-309" coordsize="1188,0" path="m5148,-309l6336,-309e" filled="f" stroked="t" strokeweight=".666667pt" strokecolor="#E6E6E6">
                <v:path arrowok="t"/>
              </v:shape>
            </v:group>
            <v:group style="position:absolute;left:5151;top:-283;width:1181;height:2" coordorigin="5151,-283" coordsize="1181,2">
              <v:shape style="position:absolute;left:5151;top:-283;width:1181;height:2" coordorigin="5151,-283" coordsize="1181,0" path="m5155,-283l6336,-283e" filled="f" stroked="t" strokeweight=".666667pt" strokecolor="#E6E6E6">
                <v:path arrowok="t"/>
              </v:shape>
            </v:group>
            <v:group style="position:absolute;left:5151;top:-49;width:1181;height:2" coordorigin="5151,-49" coordsize="1181,2">
              <v:shape style="position:absolute;left:5151;top:-49;width:1181;height:2" coordorigin="5151,-49" coordsize="1181,0" path="m5155,-49l6336,-49e" filled="f" stroked="t" strokeweight=".666667pt" strokecolor="#E6E6E6">
                <v:path arrowok="t"/>
              </v:shape>
            </v:group>
            <v:group style="position:absolute;left:6341;top:-276;width:1178;height:220" coordorigin="6341,-276" coordsize="1178,220">
              <v:shape style="position:absolute;left:6341;top:-276;width:1178;height:220" coordorigin="6341,-276" coordsize="1178,220" path="m6341,-276l7519,-276,7519,-56,6341,-56,6341,-276e" filled="t" fillcolor="#E6E6E6" stroked="f">
                <v:path arrowok="t"/>
                <v:fill/>
              </v:shape>
            </v:group>
            <v:group style="position:absolute;left:6336;top:-309;width:1188;height:2" coordorigin="6336,-309" coordsize="1188,2">
              <v:shape style="position:absolute;left:6336;top:-309;width:1188;height:2" coordorigin="6336,-309" coordsize="1188,0" path="m6336,-309l7524,-309e" filled="f" stroked="t" strokeweight=".666667pt" strokecolor="#E6E6E6">
                <v:path arrowok="t"/>
              </v:shape>
            </v:group>
            <v:group style="position:absolute;left:6339;top:-283;width:1181;height:2" coordorigin="6339,-283" coordsize="1181,2">
              <v:shape style="position:absolute;left:6339;top:-283;width:1181;height:2" coordorigin="6339,-283" coordsize="1181,0" path="m6343,-283l7524,-283e" filled="f" stroked="t" strokeweight=".666667pt" strokecolor="#E6E6E6">
                <v:path arrowok="t"/>
              </v:shape>
            </v:group>
            <v:group style="position:absolute;left:6339;top:-49;width:1181;height:2" coordorigin="6339,-49" coordsize="1181,2">
              <v:shape style="position:absolute;left:6339;top:-49;width:1181;height:2" coordorigin="6339,-49" coordsize="1181,0" path="m6343,-49l7524,-49e" filled="f" stroked="t" strokeweight=".666667pt" strokecolor="#E6E6E6">
                <v:path arrowok="t"/>
              </v:shape>
            </v:group>
            <v:group style="position:absolute;left:7529;top:-276;width:1394;height:220" coordorigin="7529,-276" coordsize="1394,220">
              <v:shape style="position:absolute;left:7529;top:-276;width:1394;height:220" coordorigin="7529,-276" coordsize="1394,220" path="m7529,-276l8923,-276,8923,-56,7529,-56,7529,-276e" filled="t" fillcolor="#E6E6E6" stroked="f">
                <v:path arrowok="t"/>
                <v:fill/>
              </v:shape>
            </v:group>
            <v:group style="position:absolute;left:7524;top:-309;width:1404;height:2" coordorigin="7524,-309" coordsize="1404,2">
              <v:shape style="position:absolute;left:7524;top:-309;width:1404;height:2" coordorigin="7524,-309" coordsize="1404,0" path="m7524,-309l8928,-309e" filled="f" stroked="t" strokeweight=".666667pt" strokecolor="#E6E6E6">
                <v:path arrowok="t"/>
              </v:shape>
            </v:group>
            <v:group style="position:absolute;left:7527;top:-283;width:1397;height:2" coordorigin="7527,-283" coordsize="1397,2">
              <v:shape style="position:absolute;left:7527;top:-283;width:1397;height:2" coordorigin="7527,-283" coordsize="1397,0" path="m7531,-283l8928,-283e" filled="f" stroked="t" strokeweight=".666667pt" strokecolor="#E6E6E6">
                <v:path arrowok="t"/>
              </v:shape>
            </v:group>
            <v:group style="position:absolute;left:7527;top:-49;width:1397;height:2" coordorigin="7527,-49" coordsize="1397,2">
              <v:shape style="position:absolute;left:7527;top:-49;width:1397;height:2" coordorigin="7527,-49" coordsize="1397,0" path="m7531,-49l8928,-49e" filled="f" stroked="t" strokeweight=".666667pt" strokecolor="#E6E6E6">
                <v:path arrowok="t"/>
              </v:shape>
            </v:group>
            <v:group style="position:absolute;left:8933;top:-276;width:1178;height:220" coordorigin="8933,-276" coordsize="1178,220">
              <v:shape style="position:absolute;left:8933;top:-276;width:1178;height:220" coordorigin="8933,-276" coordsize="1178,220" path="m8933,-276l10111,-276,10111,-56,8933,-56,8933,-276e" filled="t" fillcolor="#E6E6E6" stroked="f">
                <v:path arrowok="t"/>
                <v:fill/>
              </v:shape>
            </v:group>
            <v:group style="position:absolute;left:8928;top:-309;width:1188;height:2" coordorigin="8928,-309" coordsize="1188,2">
              <v:shape style="position:absolute;left:8928;top:-309;width:1188;height:2" coordorigin="8928,-309" coordsize="1188,0" path="m8928,-309l10116,-309e" filled="f" stroked="t" strokeweight=".666667pt" strokecolor="#E6E6E6">
                <v:path arrowok="t"/>
              </v:shape>
            </v:group>
            <v:group style="position:absolute;left:8931;top:-283;width:1181;height:2" coordorigin="8931,-283" coordsize="1181,2">
              <v:shape style="position:absolute;left:8931;top:-283;width:1181;height:2" coordorigin="8931,-283" coordsize="1181,0" path="m8935,-283l10116,-283e" filled="f" stroked="t" strokeweight=".666667pt" strokecolor="#E6E6E6">
                <v:path arrowok="t"/>
              </v:shape>
            </v:group>
            <v:group style="position:absolute;left:8931;top:-49;width:1181;height:2" coordorigin="8931,-49" coordsize="1181,2">
              <v:shape style="position:absolute;left:8931;top:-49;width:1181;height:2" coordorigin="8931,-49" coordsize="1181,0" path="m8935,-49l10116,-49e" filled="f" stroked="t" strokeweight=".666667pt" strokecolor="#E6E6E6">
                <v:path arrowok="t"/>
              </v:shape>
            </v:group>
            <v:group style="position:absolute;left:10121;top:-276;width:1394;height:220" coordorigin="10121,-276" coordsize="1394,220">
              <v:shape style="position:absolute;left:10121;top:-276;width:1394;height:220" coordorigin="10121,-276" coordsize="1394,220" path="m10121,-276l11515,-276,11515,-56,10121,-56,10121,-276e" filled="t" fillcolor="#E6E6E6" stroked="f">
                <v:path arrowok="t"/>
                <v:fill/>
              </v:shape>
            </v:group>
            <v:group style="position:absolute;left:10116;top:-309;width:1407;height:2" coordorigin="10116,-309" coordsize="1407,2">
              <v:shape style="position:absolute;left:10116;top:-309;width:1407;height:2" coordorigin="10116,-309" coordsize="1407,0" path="m10116,-309l11523,-309e" filled="f" stroked="t" strokeweight=".666667pt" strokecolor="#E6E6E6">
                <v:path arrowok="t"/>
              </v:shape>
            </v:group>
            <v:group style="position:absolute;left:10119;top:-283;width:1397;height:2" coordorigin="10119,-283" coordsize="1397,2">
              <v:shape style="position:absolute;left:10119;top:-283;width:1397;height:2" coordorigin="10119,-283" coordsize="1397,0" path="m10123,-283l11520,-283e" filled="f" stroked="t" strokeweight=".666667pt" strokecolor="#E6E6E6">
                <v:path arrowok="t"/>
              </v:shape>
            </v:group>
            <v:group style="position:absolute;left:11520;top:-296;width:2;height:260" coordorigin="11520,-296" coordsize="2,260">
              <v:shape style="position:absolute;left:11520;top:-296;width:2;height:260" coordorigin="11520,-296" coordsize="0,260" path="m11520,-276l11520,-16e" filled="f" stroked="t" strokeweight=".5pt" strokecolor="#FFFFFF">
                <v:path arrowok="t"/>
              </v:shape>
            </v:group>
            <v:group style="position:absolute;left:10119;top:-49;width:1397;height:2" coordorigin="10119,-49" coordsize="1397,2">
              <v:shape style="position:absolute;left:10119;top:-49;width:1397;height:2" coordorigin="10119,-49" coordsize="1397,0" path="m10123,-49l11520,-49e" filled="f" stroked="t" strokeweight=".666667pt" strokecolor="#E6E6E6">
                <v:path arrowok="t"/>
              </v:shape>
            </v:group>
            <v:group style="position:absolute;left:720;top:-23;width:10800;height:2" coordorigin="720,-23" coordsize="10800,2">
              <v:shape style="position:absolute;left:720;top:-23;width:10800;height:2" coordorigin="720,-23" coordsize="10800,0" path="m720,-23l11520,-23e" filled="f" stroked="t" strokeweight=".666708pt" strokecolor="#E6E6E6">
                <v:path arrowok="t"/>
              </v:shape>
            </v:group>
            <w10:wrap type="none"/>
          </v:group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6.360001pt;margin-top:4.366042pt;width:16.680001pt;height:6pt;mso-position-horizontal-relative:page;mso-position-vertical-relative:paragraph;z-index:-1318" type="#_x0000_t202" filled="f" stroked="f">
            <v:textbox inset="0,0,0,0">
              <w:txbxContent>
                <w:p>
                  <w:pPr>
                    <w:spacing w:before="0" w:after="0" w:line="120" w:lineRule="exact"/>
                    <w:ind w:right="-58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72227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ORD_001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-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Create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Order/Change/Discontinue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2"/>
        </w:rPr>
        <w:t>in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167" w:lineRule="exact"/>
        <w:ind w:left="848" w:right="-20"/>
        <w:jc w:val="left"/>
        <w:tabs>
          <w:tab w:pos="3640" w:val="left"/>
          <w:tab w:pos="4620" w:val="left"/>
          <w:tab w:pos="5800" w:val="left"/>
          <w:tab w:pos="7000" w:val="left"/>
          <w:tab w:pos="8400" w:val="left"/>
          <w:tab w:pos="958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10.81223pt;width:539.999997pt;height:.1pt;mso-position-horizontal-relative:page;mso-position-vertical-relative:paragraph;z-index:-1319" coordorigin="720,216" coordsize="10800,2">
            <v:shape style="position:absolute;left:720;top:216;width:10800;height:2" coordorigin="720,216" coordsize="10800,0" path="m720,216l11520,216e" filled="f" stroked="t" strokeweight=".500042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  <w:t>CPRS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1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Approved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Manual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Unassigned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Unassigned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Feb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1,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2016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--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pgMar w:footer="979" w:header="0" w:top="1360" w:bottom="1160" w:left="620" w:right="620"/>
          <w:footerReference w:type="default" r:id="rId12"/>
          <w:pgSz w:w="12240" w:h="15840"/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5.207897pt;width:541.0pt;height:14.999988pt;mso-position-horizontal-relative:page;mso-position-vertical-relative:paragraph;z-index:-1317" coordorigin="710,504" coordsize="10820,300">
            <v:group style="position:absolute;left:725;top:544;width:854;height:220" coordorigin="725,544" coordsize="854,220">
              <v:shape style="position:absolute;left:725;top:544;width:854;height:220" coordorigin="725,544" coordsize="854,220" path="m725,544l1579,544,1579,764,725,764,725,544e" filled="t" fillcolor="#E6E6E6" stroked="f">
                <v:path arrowok="t"/>
                <v:fill/>
              </v:shape>
            </v:group>
            <v:group style="position:absolute;left:717;top:511;width:867;height:2" coordorigin="717,511" coordsize="867,2">
              <v:shape style="position:absolute;left:717;top:511;width:867;height:2" coordorigin="717,511" coordsize="867,0" path="m718,511l1586,511e" filled="f" stroked="t" strokeweight=".666667pt" strokecolor="#E6E6E6">
                <v:path arrowok="t"/>
              </v:shape>
            </v:group>
            <v:group style="position:absolute;left:723;top:537;width:857;height:2" coordorigin="723,537" coordsize="857,2">
              <v:shape style="position:absolute;left:723;top:537;width:857;height:2" coordorigin="723,537" coordsize="857,0" path="m732,537l1589,537e" filled="f" stroked="t" strokeweight=".666667pt" strokecolor="#E6E6E6">
                <v:path arrowok="t"/>
              </v:shape>
            </v:group>
            <v:group style="position:absolute;left:723;top:771;width:857;height:2" coordorigin="723,771" coordsize="857,2">
              <v:shape style="position:absolute;left:723;top:771;width:857;height:2" coordorigin="723,771" coordsize="857,0" path="m727,771l1584,771e" filled="f" stroked="t" strokeweight=".666667pt" strokecolor="#E6E6E6">
                <v:path arrowok="t"/>
              </v:shape>
            </v:group>
            <v:group style="position:absolute;left:720;top:524;width:2;height:260" coordorigin="720,524" coordsize="2,260">
              <v:shape style="position:absolute;left:720;top:524;width:2;height:260" coordorigin="720,524" coordsize="0,260" path="m720,544l720,804e" filled="f" stroked="t" strokeweight=".5pt" strokecolor="#FFFFFF">
                <v:path arrowok="t"/>
              </v:shape>
            </v:group>
            <v:group style="position:absolute;left:1589;top:544;width:962;height:220" coordorigin="1589,544" coordsize="962,220">
              <v:shape style="position:absolute;left:1589;top:544;width:962;height:220" coordorigin="1589,544" coordsize="962,220" path="m1589,544l2551,544,2551,764,1589,764,1589,544e" filled="t" fillcolor="#E6E6E6" stroked="f">
                <v:path arrowok="t"/>
                <v:fill/>
              </v:shape>
            </v:group>
            <v:group style="position:absolute;left:1584;top:511;width:972;height:2" coordorigin="1584,511" coordsize="972,2">
              <v:shape style="position:absolute;left:1584;top:511;width:972;height:2" coordorigin="1584,511" coordsize="972,0" path="m1584,511l2556,511e" filled="f" stroked="t" strokeweight=".666667pt" strokecolor="#E6E6E6">
                <v:path arrowok="t"/>
              </v:shape>
            </v:group>
            <v:group style="position:absolute;left:1587;top:537;width:965;height:2" coordorigin="1587,537" coordsize="965,2">
              <v:shape style="position:absolute;left:1587;top:537;width:965;height:2" coordorigin="1587,537" coordsize="965,0" path="m1591,537l2556,537e" filled="f" stroked="t" strokeweight=".666667pt" strokecolor="#E6E6E6">
                <v:path arrowok="t"/>
              </v:shape>
            </v:group>
            <v:group style="position:absolute;left:1587;top:771;width:965;height:2" coordorigin="1587,771" coordsize="965,2">
              <v:shape style="position:absolute;left:1587;top:771;width:965;height:2" coordorigin="1587,771" coordsize="965,0" path="m1591,771l2556,771e" filled="f" stroked="t" strokeweight=".666667pt" strokecolor="#E6E6E6">
                <v:path arrowok="t"/>
              </v:shape>
            </v:group>
            <v:group style="position:absolute;left:2561;top:544;width:1610;height:220" coordorigin="2561,544" coordsize="1610,220">
              <v:shape style="position:absolute;left:2561;top:544;width:1610;height:220" coordorigin="2561,544" coordsize="1610,220" path="m2561,544l4171,544,4171,764,2561,764,2561,544e" filled="t" fillcolor="#E6E6E6" stroked="f">
                <v:path arrowok="t"/>
                <v:fill/>
              </v:shape>
            </v:group>
            <v:group style="position:absolute;left:2556;top:511;width:1620;height:2" coordorigin="2556,511" coordsize="1620,2">
              <v:shape style="position:absolute;left:2556;top:511;width:1620;height:2" coordorigin="2556,511" coordsize="1620,0" path="m2556,511l4176,511e" filled="f" stroked="t" strokeweight=".666667pt" strokecolor="#E6E6E6">
                <v:path arrowok="t"/>
              </v:shape>
            </v:group>
            <v:group style="position:absolute;left:2559;top:537;width:1613;height:2" coordorigin="2559,537" coordsize="1613,2">
              <v:shape style="position:absolute;left:2559;top:537;width:1613;height:2" coordorigin="2559,537" coordsize="1613,0" path="m2563,537l4176,537e" filled="f" stroked="t" strokeweight=".666667pt" strokecolor="#E6E6E6">
                <v:path arrowok="t"/>
              </v:shape>
            </v:group>
            <v:group style="position:absolute;left:2559;top:771;width:1613;height:2" coordorigin="2559,771" coordsize="1613,2">
              <v:shape style="position:absolute;left:2559;top:771;width:1613;height:2" coordorigin="2559,771" coordsize="1613,0" path="m2563,771l4176,771e" filled="f" stroked="t" strokeweight=".666667pt" strokecolor="#E6E6E6">
                <v:path arrowok="t"/>
              </v:shape>
            </v:group>
            <v:group style="position:absolute;left:4181;top:544;width:1178;height:220" coordorigin="4181,544" coordsize="1178,220">
              <v:shape style="position:absolute;left:4181;top:544;width:1178;height:220" coordorigin="4181,544" coordsize="1178,220" path="m4181,544l5359,544,5359,764,4181,764,4181,544e" filled="t" fillcolor="#E6E6E6" stroked="f">
                <v:path arrowok="t"/>
                <v:fill/>
              </v:shape>
            </v:group>
            <v:group style="position:absolute;left:4176;top:511;width:1188;height:2" coordorigin="4176,511" coordsize="1188,2">
              <v:shape style="position:absolute;left:4176;top:511;width:1188;height:2" coordorigin="4176,511" coordsize="1188,0" path="m4176,511l5364,511e" filled="f" stroked="t" strokeweight=".666667pt" strokecolor="#E6E6E6">
                <v:path arrowok="t"/>
              </v:shape>
            </v:group>
            <v:group style="position:absolute;left:4179;top:537;width:1181;height:2" coordorigin="4179,537" coordsize="1181,2">
              <v:shape style="position:absolute;left:4179;top:537;width:1181;height:2" coordorigin="4179,537" coordsize="1181,0" path="m4183,537l5364,537e" filled="f" stroked="t" strokeweight=".666667pt" strokecolor="#E6E6E6">
                <v:path arrowok="t"/>
              </v:shape>
            </v:group>
            <v:group style="position:absolute;left:4179;top:771;width:1181;height:2" coordorigin="4179,771" coordsize="1181,2">
              <v:shape style="position:absolute;left:4179;top:771;width:1181;height:2" coordorigin="4179,771" coordsize="1181,0" path="m4183,771l5364,771e" filled="f" stroked="t" strokeweight=".666667pt" strokecolor="#E6E6E6">
                <v:path arrowok="t"/>
              </v:shape>
            </v:group>
            <v:group style="position:absolute;left:5369;top:544;width:1070;height:220" coordorigin="5369,544" coordsize="1070,220">
              <v:shape style="position:absolute;left:5369;top:544;width:1070;height:220" coordorigin="5369,544" coordsize="1070,220" path="m5369,544l6439,544,6439,764,5369,764,5369,544e" filled="t" fillcolor="#E6E6E6" stroked="f">
                <v:path arrowok="t"/>
                <v:fill/>
              </v:shape>
            </v:group>
            <v:group style="position:absolute;left:5364;top:511;width:1080;height:2" coordorigin="5364,511" coordsize="1080,2">
              <v:shape style="position:absolute;left:5364;top:511;width:1080;height:2" coordorigin="5364,511" coordsize="1080,0" path="m5364,511l6444,511e" filled="f" stroked="t" strokeweight=".666667pt" strokecolor="#E6E6E6">
                <v:path arrowok="t"/>
              </v:shape>
            </v:group>
            <v:group style="position:absolute;left:5367;top:537;width:1073;height:2" coordorigin="5367,537" coordsize="1073,2">
              <v:shape style="position:absolute;left:5367;top:537;width:1073;height:2" coordorigin="5367,537" coordsize="1073,0" path="m5371,537l6444,537e" filled="f" stroked="t" strokeweight=".666667pt" strokecolor="#E6E6E6">
                <v:path arrowok="t"/>
              </v:shape>
            </v:group>
            <v:group style="position:absolute;left:5367;top:771;width:1073;height:2" coordorigin="5367,771" coordsize="1073,2">
              <v:shape style="position:absolute;left:5367;top:771;width:1073;height:2" coordorigin="5367,771" coordsize="1073,0" path="m5371,771l6444,771e" filled="f" stroked="t" strokeweight=".666667pt" strokecolor="#E6E6E6">
                <v:path arrowok="t"/>
              </v:shape>
            </v:group>
            <v:group style="position:absolute;left:6449;top:544;width:1070;height:220" coordorigin="6449,544" coordsize="1070,220">
              <v:shape style="position:absolute;left:6449;top:544;width:1070;height:220" coordorigin="6449,544" coordsize="1070,220" path="m6449,544l7519,544,7519,764,6449,764,6449,544e" filled="t" fillcolor="#E6E6E6" stroked="f">
                <v:path arrowok="t"/>
                <v:fill/>
              </v:shape>
            </v:group>
            <v:group style="position:absolute;left:6444;top:511;width:1080;height:2" coordorigin="6444,511" coordsize="1080,2">
              <v:shape style="position:absolute;left:6444;top:511;width:1080;height:2" coordorigin="6444,511" coordsize="1080,0" path="m6444,511l7524,511e" filled="f" stroked="t" strokeweight=".666667pt" strokecolor="#E6E6E6">
                <v:path arrowok="t"/>
              </v:shape>
            </v:group>
            <v:group style="position:absolute;left:6447;top:537;width:1073;height:2" coordorigin="6447,537" coordsize="1073,2">
              <v:shape style="position:absolute;left:6447;top:537;width:1073;height:2" coordorigin="6447,537" coordsize="1073,0" path="m6451,537l7524,537e" filled="f" stroked="t" strokeweight=".666667pt" strokecolor="#E6E6E6">
                <v:path arrowok="t"/>
              </v:shape>
            </v:group>
            <v:group style="position:absolute;left:6447;top:771;width:1073;height:2" coordorigin="6447,771" coordsize="1073,2">
              <v:shape style="position:absolute;left:6447;top:771;width:1073;height:2" coordorigin="6447,771" coordsize="1073,0" path="m6451,771l7524,771e" filled="f" stroked="t" strokeweight=".666667pt" strokecolor="#E6E6E6">
                <v:path arrowok="t"/>
              </v:shape>
            </v:group>
            <v:group style="position:absolute;left:7529;top:544;width:1070;height:220" coordorigin="7529,544" coordsize="1070,220">
              <v:shape style="position:absolute;left:7529;top:544;width:1070;height:220" coordorigin="7529,544" coordsize="1070,220" path="m7529,544l8599,544,8599,764,7529,764,7529,544e" filled="t" fillcolor="#E6E6E6" stroked="f">
                <v:path arrowok="t"/>
                <v:fill/>
              </v:shape>
            </v:group>
            <v:group style="position:absolute;left:7524;top:511;width:1080;height:2" coordorigin="7524,511" coordsize="1080,2">
              <v:shape style="position:absolute;left:7524;top:511;width:1080;height:2" coordorigin="7524,511" coordsize="1080,0" path="m7524,511l8604,511e" filled="f" stroked="t" strokeweight=".666667pt" strokecolor="#E6E6E6">
                <v:path arrowok="t"/>
              </v:shape>
            </v:group>
            <v:group style="position:absolute;left:7527;top:537;width:1073;height:2" coordorigin="7527,537" coordsize="1073,2">
              <v:shape style="position:absolute;left:7527;top:537;width:1073;height:2" coordorigin="7527,537" coordsize="1073,0" path="m7531,537l8604,537e" filled="f" stroked="t" strokeweight=".666667pt" strokecolor="#E6E6E6">
                <v:path arrowok="t"/>
              </v:shape>
            </v:group>
            <v:group style="position:absolute;left:7527;top:771;width:1073;height:2" coordorigin="7527,771" coordsize="1073,2">
              <v:shape style="position:absolute;left:7527;top:771;width:1073;height:2" coordorigin="7527,771" coordsize="1073,0" path="m7531,771l8604,771e" filled="f" stroked="t" strokeweight=".666667pt" strokecolor="#E6E6E6">
                <v:path arrowok="t"/>
              </v:shape>
            </v:group>
            <v:group style="position:absolute;left:8609;top:544;width:1286;height:220" coordorigin="8609,544" coordsize="1286,220">
              <v:shape style="position:absolute;left:8609;top:544;width:1286;height:220" coordorigin="8609,544" coordsize="1286,220" path="m8609,544l9895,544,9895,764,8609,764,8609,544e" filled="t" fillcolor="#E6E6E6" stroked="f">
                <v:path arrowok="t"/>
                <v:fill/>
              </v:shape>
            </v:group>
            <v:group style="position:absolute;left:8604;top:511;width:1296;height:2" coordorigin="8604,511" coordsize="1296,2">
              <v:shape style="position:absolute;left:8604;top:511;width:1296;height:2" coordorigin="8604,511" coordsize="1296,0" path="m8604,511l9900,511e" filled="f" stroked="t" strokeweight=".666667pt" strokecolor="#E6E6E6">
                <v:path arrowok="t"/>
              </v:shape>
            </v:group>
            <v:group style="position:absolute;left:8607;top:537;width:1289;height:2" coordorigin="8607,537" coordsize="1289,2">
              <v:shape style="position:absolute;left:8607;top:537;width:1289;height:2" coordorigin="8607,537" coordsize="1289,0" path="m8611,537l9900,537e" filled="f" stroked="t" strokeweight=".666667pt" strokecolor="#E6E6E6">
                <v:path arrowok="t"/>
              </v:shape>
            </v:group>
            <v:group style="position:absolute;left:8607;top:771;width:1289;height:2" coordorigin="8607,771" coordsize="1289,2">
              <v:shape style="position:absolute;left:8607;top:771;width:1289;height:2" coordorigin="8607,771" coordsize="1289,0" path="m8611,771l9900,771e" filled="f" stroked="t" strokeweight=".666667pt" strokecolor="#E6E6E6">
                <v:path arrowok="t"/>
              </v:shape>
            </v:group>
            <v:group style="position:absolute;left:9905;top:544;width:854;height:220" coordorigin="9905,544" coordsize="854,220">
              <v:shape style="position:absolute;left:9905;top:544;width:854;height:220" coordorigin="9905,544" coordsize="854,220" path="m9905,544l10759,544,10759,764,9905,764,9905,544e" filled="t" fillcolor="#E6E6E6" stroked="f">
                <v:path arrowok="t"/>
                <v:fill/>
              </v:shape>
            </v:group>
            <v:group style="position:absolute;left:9900;top:511;width:864;height:2" coordorigin="9900,511" coordsize="864,2">
              <v:shape style="position:absolute;left:9900;top:511;width:864;height:2" coordorigin="9900,511" coordsize="864,0" path="m9900,511l10764,511e" filled="f" stroked="t" strokeweight=".666667pt" strokecolor="#E6E6E6">
                <v:path arrowok="t"/>
              </v:shape>
            </v:group>
            <v:group style="position:absolute;left:9903;top:537;width:857;height:2" coordorigin="9903,537" coordsize="857,2">
              <v:shape style="position:absolute;left:9903;top:537;width:857;height:2" coordorigin="9903,537" coordsize="857,0" path="m9907,537l10764,537e" filled="f" stroked="t" strokeweight=".666667pt" strokecolor="#E6E6E6">
                <v:path arrowok="t"/>
              </v:shape>
            </v:group>
            <v:group style="position:absolute;left:9903;top:771;width:857;height:2" coordorigin="9903,771" coordsize="857,2">
              <v:shape style="position:absolute;left:9903;top:771;width:857;height:2" coordorigin="9903,771" coordsize="857,0" path="m9907,771l10764,771e" filled="f" stroked="t" strokeweight=".666667pt" strokecolor="#E6E6E6">
                <v:path arrowok="t"/>
              </v:shape>
            </v:group>
            <v:group style="position:absolute;left:10769;top:544;width:746;height:220" coordorigin="10769,544" coordsize="746,220">
              <v:shape style="position:absolute;left:10769;top:544;width:746;height:220" coordorigin="10769,544" coordsize="746,220" path="m10769,544l11515,544,11515,764,10769,764,10769,544e" filled="t" fillcolor="#E6E6E6" stroked="f">
                <v:path arrowok="t"/>
                <v:fill/>
              </v:shape>
            </v:group>
            <v:group style="position:absolute;left:10764;top:511;width:759;height:2" coordorigin="10764,511" coordsize="759,2">
              <v:shape style="position:absolute;left:10764;top:511;width:759;height:2" coordorigin="10764,511" coordsize="759,0" path="m10764,511l11523,511e" filled="f" stroked="t" strokeweight=".666667pt" strokecolor="#E6E6E6">
                <v:path arrowok="t"/>
              </v:shape>
            </v:group>
            <v:group style="position:absolute;left:10767;top:537;width:749;height:2" coordorigin="10767,537" coordsize="749,2">
              <v:shape style="position:absolute;left:10767;top:537;width:749;height:2" coordorigin="10767,537" coordsize="749,0" path="m10771,537l11520,537e" filled="f" stroked="t" strokeweight=".666667pt" strokecolor="#E6E6E6">
                <v:path arrowok="t"/>
              </v:shape>
            </v:group>
            <v:group style="position:absolute;left:11520;top:524;width:2;height:260" coordorigin="11520,524" coordsize="2,260">
              <v:shape style="position:absolute;left:11520;top:524;width:2;height:260" coordorigin="11520,524" coordsize="0,260" path="m11520,544l11520,804e" filled="f" stroked="t" strokeweight=".5pt" strokecolor="#FFFFFF">
                <v:path arrowok="t"/>
              </v:shape>
            </v:group>
            <v:group style="position:absolute;left:10767;top:771;width:749;height:2" coordorigin="10767,771" coordsize="749,2">
              <v:shape style="position:absolute;left:10767;top:771;width:749;height:2" coordorigin="10767,771" coordsize="749,0" path="m10771,771l11520,771e" filled="f" stroked="t" strokeweight=".666667pt" strokecolor="#E6E6E6">
                <v:path arrowok="t"/>
              </v:shape>
            </v:group>
            <v:group style="position:absolute;left:720;top:797;width:10800;height:2" coordorigin="720,797" coordsize="10800,2">
              <v:shape style="position:absolute;left:720;top:797;width:10800;height:2" coordorigin="720,797" coordsize="10800,0" path="m720,797l11520,797e" filled="f" stroked="t" strokeweight=".66676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522" w:right="-20"/>
        <w:jc w:val="left"/>
        <w:tabs>
          <w:tab w:pos="1280" w:val="left"/>
          <w:tab w:pos="2040" w:val="left"/>
          <w:tab w:pos="3660" w:val="left"/>
          <w:tab w:pos="5920" w:val="left"/>
          <w:tab w:pos="7000" w:val="left"/>
          <w:tab w:pos="8080" w:val="left"/>
          <w:tab w:pos="9380" w:val="left"/>
          <w:tab w:pos="102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Status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760"/>
          <w:pgSz w:w="12240" w:h="15840"/>
        </w:sectPr>
      </w:pPr>
      <w:rPr/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15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84614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84" w:after="0" w:line="144" w:lineRule="exact"/>
        <w:ind w:right="-44" w:firstLine="616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ORD_001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-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Create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Order/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pict>
          <v:shape style="width:8pt;height:8pt;mso-position-horizontal-relative:char;mso-position-vertical-relative:line" type="#_x0000_t75">
            <v:imagedata r:id="rId16" o:title=""/>
          </v:shape>
        </w:pict>
      </w:r>
      <w:r>
        <w:rPr>
          <w:rFonts w:ascii="Times New Roman" w:hAnsi="Times New Roman" w:cs="Times New Roman" w:eastAsia="Times New Roman"/>
          <w:sz w:val="12"/>
          <w:szCs w:val="12"/>
          <w:color w:val="3087B3"/>
          <w:spacing w:val="0"/>
          <w:w w:val="100"/>
          <w:position w:val="0"/>
        </w:rPr>
        <w:t>              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Change/Discontinue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2" w:after="0" w:line="135" w:lineRule="exact"/>
        <w:ind w:left="616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8.044897pt;width:539.999999pt;height:.1pt;mso-position-horizontal-relative:page;mso-position-vertical-relative:paragraph;z-index:-1316" coordorigin="720,161" coordsize="10800,2">
            <v:shape style="position:absolute;left:720;top:161;width:10800;height:2" coordorigin="720,161" coordsize="10800,0" path="m720,161l11520,161e" filled="f" stroked="t" strokeweight=".500098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CPRS_CHEYG04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183" w:lineRule="exact"/>
        <w:ind w:right="-20"/>
        <w:jc w:val="left"/>
        <w:tabs>
          <w:tab w:pos="1180" w:val="left"/>
          <w:tab w:pos="22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CHEYG04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Sprint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2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   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-20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/>
        <w:br w:type="column"/>
      </w:r>
      <w:r>
        <w:rPr>
          <w:sz w:val="22"/>
          <w:szCs w:val="22"/>
        </w:rPr>
      </w:r>
    </w:p>
    <w:p>
      <w:pPr>
        <w:spacing w:before="0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            </w:t>
      </w:r>
    </w:p>
    <w:p>
      <w:pPr>
        <w:spacing w:before="86" w:after="0" w:line="250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ORD_001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-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Create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Order/Change/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Discontinue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CPRS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184" w:lineRule="exact"/>
        <w:ind w:left="177" w:right="-20"/>
        <w:jc w:val="left"/>
        <w:tabs>
          <w:tab w:pos="86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500pt;margin-top:4.094946pt;width:7.2pt;height:7.2pt;mso-position-horizontal-relative:page;mso-position-vertical-relative:paragraph;z-index:-1315" type="#_x0000_t75">
            <v:imagedata r:id="rId17" o:title=""/>
          </v:shape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  <w:t>Passed</w:t>
        <w:tab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4"/>
        </w:rPr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Jan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3"/>
        </w:rPr>
        <w:t>26,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8" w:lineRule="exact"/>
        <w:ind w:left="864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2016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60"/>
          <w:cols w:num="6" w:equalWidth="0">
            <w:col w:w="749" w:space="671"/>
            <w:col w:w="1990" w:space="246"/>
            <w:col w:w="3196" w:space="152"/>
            <w:col w:w="934" w:space="146"/>
            <w:col w:w="1121" w:space="175"/>
            <w:col w:w="1480"/>
          </w:cols>
        </w:sectPr>
      </w:pPr>
      <w:rPr/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5pt;width:541.000001pt;height:15.0pt;mso-position-horizontal-relative:page;mso-position-vertical-relative:paragraph;z-index:-1314" coordorigin="710,454" coordsize="10820,300">
            <v:group style="position:absolute;left:725;top:494;width:490;height:220" coordorigin="725,494" coordsize="490,220">
              <v:shape style="position:absolute;left:725;top:494;width:490;height:220" coordorigin="725,494" coordsize="490,220" path="m725,494l1215,494,1215,714,725,714,725,494e" filled="t" fillcolor="#E6E6E6" stroked="f">
                <v:path arrowok="t"/>
                <v:fill/>
              </v:shape>
            </v:group>
            <v:group style="position:absolute;left:717;top:461;width:503;height:2" coordorigin="717,461" coordsize="503,2">
              <v:shape style="position:absolute;left:717;top:461;width:503;height:2" coordorigin="717,461" coordsize="503,0" path="m718,461l1222,461e" filled="f" stroked="t" strokeweight=".666667pt" strokecolor="#E6E6E6">
                <v:path arrowok="t"/>
              </v:shape>
            </v:group>
            <v:group style="position:absolute;left:723;top:487;width:493;height:2" coordorigin="723,487" coordsize="493,2">
              <v:shape style="position:absolute;left:723;top:487;width:493;height:2" coordorigin="723,487" coordsize="493,0" path="m732,487l1225,487e" filled="f" stroked="t" strokeweight=".666667pt" strokecolor="#E6E6E6">
                <v:path arrowok="t"/>
              </v:shape>
            </v:group>
            <v:group style="position:absolute;left:723;top:721;width:493;height:2" coordorigin="723,721" coordsize="493,2">
              <v:shape style="position:absolute;left:723;top:721;width:493;height:2" coordorigin="723,721" coordsize="493,0" path="m727,721l12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225;top:494;width:7890;height:220" coordorigin="1225,494" coordsize="7890,220">
              <v:shape style="position:absolute;left:1225;top:494;width:7890;height:220" coordorigin="1225,494" coordsize="7890,220" path="m1225,494l9115,494,9115,714,1225,714,1225,494e" filled="t" fillcolor="#E6E6E6" stroked="f">
                <v:path arrowok="t"/>
                <v:fill/>
              </v:shape>
            </v:group>
            <v:group style="position:absolute;left:1220;top:461;width:7900;height:2" coordorigin="1220,461" coordsize="7900,2">
              <v:shape style="position:absolute;left:1220;top:461;width:7900;height:2" coordorigin="1220,461" coordsize="7900,0" path="m1220,461l9120,461e" filled="f" stroked="t" strokeweight=".666667pt" strokecolor="#E6E6E6">
                <v:path arrowok="t"/>
              </v:shape>
            </v:group>
            <v:group style="position:absolute;left:1223;top:487;width:7893;height:2" coordorigin="1223,487" coordsize="7893,2">
              <v:shape style="position:absolute;left:1223;top:487;width:7893;height:2" coordorigin="1223,487" coordsize="7893,0" path="m1227,487l9120,487e" filled="f" stroked="t" strokeweight=".666667pt" strokecolor="#E6E6E6">
                <v:path arrowok="t"/>
              </v:shape>
            </v:group>
            <v:group style="position:absolute;left:1223;top:721;width:7893;height:2" coordorigin="1223,721" coordsize="7893,2">
              <v:shape style="position:absolute;left:1223;top:721;width:7893;height:2" coordorigin="1223,721" coordsize="7893,0" path="m1227,721l9120,721e" filled="f" stroked="t" strokeweight=".666667pt" strokecolor="#E6E6E6">
                <v:path arrowok="t"/>
              </v:shape>
            </v:group>
            <v:group style="position:absolute;left:9125;top:494;width:2390;height:220" coordorigin="9125,494" coordsize="2390,220">
              <v:shape style="position:absolute;left:9125;top:494;width:2390;height:220" coordorigin="9125,494" coordsize="2390,220" path="m9125,494l11515,494,11515,714,9125,714,9125,494e" filled="t" fillcolor="#E6E6E6" stroked="f">
                <v:path arrowok="t"/>
                <v:fill/>
              </v:shape>
            </v:group>
            <v:group style="position:absolute;left:9120;top:461;width:2403;height:2" coordorigin="9120,461" coordsize="2403,2">
              <v:shape style="position:absolute;left:9120;top:461;width:2403;height:2" coordorigin="9120,461" coordsize="2403,0" path="m9120,461l11523,461e" filled="f" stroked="t" strokeweight=".666667pt" strokecolor="#E6E6E6">
                <v:path arrowok="t"/>
              </v:shape>
            </v:group>
            <v:group style="position:absolute;left:9123;top:487;width:2393;height:2" coordorigin="9123,487" coordsize="2393,2">
              <v:shape style="position:absolute;left:9123;top:487;width:2393;height:2" coordorigin="9123,487" coordsize="2393,0" path="m9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9123;top:721;width:2393;height:2" coordorigin="9123,721" coordsize="2393,2">
              <v:shape style="position:absolute;left:9123;top:721;width:2393;height:2" coordorigin="9123,721" coordsize="2393,0" path="m9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97pt;width:541.000001pt;height:14.999988pt;mso-position-horizontal-relative:page;mso-position-vertical-relative:paragraph;z-index:-1313" coordorigin="710,454" coordsize="10820,300">
            <v:group style="position:absolute;left:725;top:494;width:5390;height:220" coordorigin="725,494" coordsize="5390,220">
              <v:shape style="position:absolute;left:725;top:494;width:5390;height:220" coordorigin="725,494" coordsize="5390,220" path="m725,494l6115,494,6115,714,725,714,725,494e" filled="t" fillcolor="#E6E6E6" stroked="f">
                <v:path arrowok="t"/>
                <v:fill/>
              </v:shape>
            </v:group>
            <v:group style="position:absolute;left:717;top:461;width:5403;height:2" coordorigin="717,461" coordsize="5403,2">
              <v:shape style="position:absolute;left:717;top:461;width:5403;height:2" coordorigin="717,461" coordsize="5403,0" path="m718,461l6122,461e" filled="f" stroked="t" strokeweight=".666667pt" strokecolor="#E6E6E6">
                <v:path arrowok="t"/>
              </v:shape>
            </v:group>
            <v:group style="position:absolute;left:723;top:487;width:5393;height:2" coordorigin="723,487" coordsize="5393,2">
              <v:shape style="position:absolute;left:723;top:487;width:5393;height:2" coordorigin="723,487" coordsize="5393,0" path="m732,487l6125,487e" filled="f" stroked="t" strokeweight=".666667pt" strokecolor="#E6E6E6">
                <v:path arrowok="t"/>
              </v:shape>
            </v:group>
            <v:group style="position:absolute;left:723;top:721;width:5393;height:2" coordorigin="723,721" coordsize="5393,2">
              <v:shape style="position:absolute;left:723;top:721;width:5393;height:2" coordorigin="723,721" coordsize="5393,0" path="m727,721l61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6125;top:494;width:5390;height:220" coordorigin="6125,494" coordsize="5390,220">
              <v:shape style="position:absolute;left:6125;top:494;width:5390;height:220" coordorigin="6125,494" coordsize="5390,220" path="m6125,494l11515,494,11515,714,6125,714,6125,494e" filled="t" fillcolor="#E6E6E6" stroked="f">
                <v:path arrowok="t"/>
                <v:fill/>
              </v:shape>
            </v:group>
            <v:group style="position:absolute;left:6120;top:461;width:5403;height:2" coordorigin="6120,461" coordsize="5403,2">
              <v:shape style="position:absolute;left:6120;top:461;width:5403;height:2" coordorigin="6120,461" coordsize="5403,0" path="m6120,461l11523,461e" filled="f" stroked="t" strokeweight=".666667pt" strokecolor="#E6E6E6">
                <v:path arrowok="t"/>
              </v:shape>
            </v:group>
            <v:group style="position:absolute;left:6123;top:487;width:5393;height:2" coordorigin="6123,487" coordsize="5393,2">
              <v:shape style="position:absolute;left:6123;top:487;width:5393;height:2" coordorigin="6123,487" coordsize="5393,0" path="m6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6123;top:721;width:5393;height:2" coordorigin="6123,721" coordsize="5393,2">
              <v:shape style="position:absolute;left:6123;top:721;width:5393;height:2" coordorigin="6123,721" coordsize="5393,0" path="m6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76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/>
        <w:pict>
          <v:group style="position:absolute;margin-left:35.25pt;margin-top:278.656006pt;width:541.500003pt;height:13.600001pt;mso-position-horizontal-relative:page;mso-position-vertical-relative:page;z-index:-1311" coordorigin="705,5573" coordsize="10830,272">
            <v:group style="position:absolute;left:720;top:5613;width:10800;height:192" coordorigin="720,5613" coordsize="10800,192">
              <v:shape style="position:absolute;left:720;top:5613;width:10800;height:192" coordorigin="720,5613" coordsize="10800,192" path="m720,5613l11520,5613,11520,5805,720,5805,720,5613e" filled="t" fillcolor="#E6E6E6" stroked="f">
                <v:path arrowok="t"/>
                <v:fill/>
              </v:shape>
            </v:group>
            <v:group style="position:absolute;left:712;top:5580;width:10817;height:2" coordorigin="712,5580" coordsize="10817,2">
              <v:shape style="position:absolute;left:712;top:5580;width:10817;height:2" coordorigin="712,5580" coordsize="10817,0" path="m713,5580l11530,5580e" filled="f" stroked="t" strokeweight=".666667pt" strokecolor="#E6E6E6">
                <v:path arrowok="t"/>
              </v:shape>
            </v:group>
            <v:group style="position:absolute;left:718;top:5606;width:10803;height:2" coordorigin="718,5606" coordsize="10803,2">
              <v:shape style="position:absolute;left:718;top:5606;width:10803;height:2" coordorigin="718,5606" coordsize="10803,0" path="m727,5606l11530,5606e" filled="f" stroked="t" strokeweight=".666667pt" strokecolor="#E6E6E6">
                <v:path arrowok="t"/>
              </v:shape>
            </v:group>
            <v:group style="position:absolute;left:11525;top:5593;width:2;height:232" coordorigin="11525,5593" coordsize="2,232">
              <v:shape style="position:absolute;left:11525;top:5593;width:2;height:232" coordorigin="11525,5593" coordsize="0,232" path="m11525,5613l11525,5845e" filled="f" stroked="t" strokeweight=".5pt" strokecolor="#FFFFFF">
                <v:path arrowok="t"/>
              </v:shape>
            </v:group>
            <v:group style="position:absolute;left:718;top:5812;width:10803;height:2" coordorigin="718,5812" coordsize="10803,2">
              <v:shape style="position:absolute;left:718;top:5812;width:10803;height:2" coordorigin="718,5812" coordsize="10803,0" path="m727,5812l11530,5812e" filled="f" stroked="t" strokeweight=".666667pt" strokecolor="#E6E6E6">
                <v:path arrowok="t"/>
              </v:shape>
            </v:group>
            <v:group style="position:absolute;left:712;top:5838;width:10817;height:2" coordorigin="712,5838" coordsize="10817,2">
              <v:shape style="position:absolute;left:712;top:5838;width:10817;height:2" coordorigin="712,5838" coordsize="10817,0" path="m713,5838l11530,5838e" filled="f" stroked="t" strokeweight=".666667pt" strokecolor="#E6E6E6">
                <v:path arrowok="t"/>
              </v:shape>
            </v:group>
            <v:group style="position:absolute;left:715;top:5593;width:2;height:232" coordorigin="715,5593" coordsize="2,232">
              <v:shape style="position:absolute;left:715;top:5593;width:2;height:232" coordorigin="715,5593" coordsize="0,232" path="m715,5613l715,5845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25.455994pt;width:539.718009pt;height:135.537994pt;mso-position-horizontal-relative:page;mso-position-vertical-relative:page;z-index:-1310" coordorigin="723,6509" coordsize="10794,2711">
            <v:group style="position:absolute;left:728;top:6514;width:10784;height:2" coordorigin="728,6514" coordsize="10784,2">
              <v:shape style="position:absolute;left:728;top:6514;width:10784;height:2" coordorigin="728,6514" coordsize="10784,0" path="m733,6514l11517,6514e" filled="f" stroked="t" strokeweight=".5pt" strokecolor="#000000">
                <v:path arrowok="t"/>
              </v:shape>
            </v:group>
            <v:group style="position:absolute;left:11512;top:6514;width:2;height:2701" coordorigin="11512,6514" coordsize="2,2701">
              <v:shape style="position:absolute;left:11512;top:6514;width:2;height:2701" coordorigin="11512,6514" coordsize="0,2701" path="m11512,6519l11512,9220e" filled="f" stroked="t" strokeweight=".5pt" strokecolor="#000000">
                <v:path arrowok="t"/>
              </v:shape>
            </v:group>
            <v:group style="position:absolute;left:728;top:9215;width:10784;height:2" coordorigin="728,9215" coordsize="10784,2">
              <v:shape style="position:absolute;left:728;top:9215;width:10784;height:2" coordorigin="728,9215" coordsize="10784,0" path="m733,9215l11517,9215e" filled="f" stroked="t" strokeweight=".5pt" strokecolor="#000000">
                <v:path arrowok="t"/>
              </v:shape>
            </v:group>
            <v:group style="position:absolute;left:728;top:6514;width:2;height:2701" coordorigin="728,6514" coordsize="2,2701">
              <v:shape style="position:absolute;left:728;top:6514;width:2;height:2701" coordorigin="728,6514" coordsize="0,2701" path="m728,6519l728,922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68.993988pt;width:539.718009pt;height:145.138031pt;mso-position-horizontal-relative:page;mso-position-vertical-relative:page;z-index:-1309" coordorigin="723,9380" coordsize="10794,2903">
            <v:group style="position:absolute;left:728;top:9385;width:10784;height:2" coordorigin="728,9385" coordsize="10784,2">
              <v:shape style="position:absolute;left:728;top:9385;width:10784;height:2" coordorigin="728,9385" coordsize="10784,0" path="m733,9385l11517,9385e" filled="f" stroked="t" strokeweight=".5pt" strokecolor="#000000">
                <v:path arrowok="t"/>
              </v:shape>
            </v:group>
            <v:group style="position:absolute;left:11512;top:9385;width:2;height:2893" coordorigin="11512,9385" coordsize="2,2893">
              <v:shape style="position:absolute;left:11512;top:9385;width:2;height:2893" coordorigin="11512,9385" coordsize="0,2893" path="m11512,9390l11512,12283e" filled="f" stroked="t" strokeweight=".5pt" strokecolor="#000000">
                <v:path arrowok="t"/>
              </v:shape>
            </v:group>
            <v:group style="position:absolute;left:728;top:12278;width:10784;height:2" coordorigin="728,12278" coordsize="10784,2">
              <v:shape style="position:absolute;left:728;top:12278;width:10784;height:2" coordorigin="728,12278" coordsize="10784,0" path="m733,12278l11517,12278e" filled="f" stroked="t" strokeweight=".5pt" strokecolor="#000000">
                <v:path arrowok="t"/>
              </v:shape>
            </v:group>
            <v:group style="position:absolute;left:728;top:9385;width:2;height:2893" coordorigin="728,9385" coordsize="2,2893">
              <v:shape style="position:absolute;left:728;top:9385;width:2;height:2893" coordorigin="728,9385" coordsize="0,2893" path="m728,9390l728,1228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21.882019pt;width:539.718009pt;height:92.669006pt;mso-position-horizontal-relative:page;mso-position-vertical-relative:page;z-index:-1308" coordorigin="723,12438" coordsize="10794,1853">
            <v:group style="position:absolute;left:728;top:12448;width:10784;height:2" coordorigin="728,12448" coordsize="10784,2">
              <v:shape style="position:absolute;left:728;top:12448;width:10784;height:2" coordorigin="728,12448" coordsize="10784,0" path="m733,12448l11517,12448e" filled="f" stroked="t" strokeweight=".5pt" strokecolor="#000000">
                <v:path arrowok="t"/>
              </v:shape>
            </v:group>
            <v:group style="position:absolute;left:11512;top:12448;width:2;height:1838" coordorigin="11512,12448" coordsize="2,1838">
              <v:shape style="position:absolute;left:11512;top:12448;width:2;height:1838" coordorigin="11512,12448" coordsize="0,1838" path="m11512,12453l11512,14291e" filled="f" stroked="t" strokeweight=".5pt" strokecolor="#000000">
                <v:path arrowok="t"/>
              </v:shape>
            </v:group>
            <v:group style="position:absolute;left:728;top:12448;width:2;height:1838" coordorigin="728,12448" coordsize="2,1838">
              <v:shape style="position:absolute;left:728;top:12448;width:2;height:1838" coordorigin="728,12448" coordsize="0,1838" path="m728,12453l728,14291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1312" type="#_x0000_t75">
            <v:imagedata r:id="rId19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72227: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ORD_001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-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Create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Order/Change/Discontinue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in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CPRS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  <w:position w:val="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verifies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current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functionality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creating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changing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discontinuing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CPRS.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Prerequisite: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physician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SSN,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82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Cover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Sheet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jc w:val="left"/>
        <w:spacing w:after="0"/>
        <w:sectPr>
          <w:pgMar w:footer="979" w:header="0" w:top="1360" w:bottom="1160" w:left="620" w:right="940"/>
          <w:footerReference w:type="default" r:id="rId18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45.219002pt;mso-position-horizontal-relative:page;mso-position-vertical-relative:page;z-index:-1307" coordorigin="723,1435" coordsize="10794,904">
            <v:group style="position:absolute;left:11512;top:1440;width:2;height:894" coordorigin="11512,1440" coordsize="2,894">
              <v:shape style="position:absolute;left:11512;top:1440;width:2;height:894" coordorigin="11512,1440" coordsize="0,894" path="m11512,1440l11512,2334e" filled="f" stroked="t" strokeweight=".5pt" strokecolor="#000000">
                <v:path arrowok="t"/>
              </v:shape>
            </v:group>
            <v:group style="position:absolute;left:728;top:2334;width:10784;height:2" coordorigin="728,2334" coordsize="10784,2">
              <v:shape style="position:absolute;left:728;top:2334;width:10784;height:2" coordorigin="728,2334" coordsize="10784,0" path="m733,2334l11517,2334e" filled="f" stroked="t" strokeweight=".5pt" strokecolor="#000000">
                <v:path arrowok="t"/>
              </v:shape>
            </v:group>
            <v:group style="position:absolute;left:728;top:1440;width:2;height:894" coordorigin="728,1440" coordsize="2,894">
              <v:shape style="position:absolute;left:728;top:1440;width:2;height:894" coordorigin="728,1440" coordsize="0,894" path="m728,1440l728,2334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24.969002pt;width:539.718009pt;height:145.137993pt;mso-position-horizontal-relative:page;mso-position-vertical-relative:page;z-index:-1306" coordorigin="723,2499" coordsize="10794,2903">
            <v:group style="position:absolute;left:728;top:2504;width:10784;height:2" coordorigin="728,2504" coordsize="10784,2">
              <v:shape style="position:absolute;left:728;top:2504;width:10784;height:2" coordorigin="728,2504" coordsize="10784,0" path="m733,2504l11517,2504e" filled="f" stroked="t" strokeweight=".5pt" strokecolor="#000000">
                <v:path arrowok="t"/>
              </v:shape>
            </v:group>
            <v:group style="position:absolute;left:11512;top:2504;width:2;height:2893" coordorigin="11512,2504" coordsize="2,2893">
              <v:shape style="position:absolute;left:11512;top:2504;width:2;height:2893" coordorigin="11512,2504" coordsize="0,2893" path="m11512,2509l11512,5402e" filled="f" stroked="t" strokeweight=".5pt" strokecolor="#000000">
                <v:path arrowok="t"/>
              </v:shape>
            </v:group>
            <v:group style="position:absolute;left:728;top:5397;width:10784;height:2" coordorigin="728,5397" coordsize="10784,2">
              <v:shape style="position:absolute;left:728;top:5397;width:10784;height:2" coordorigin="728,5397" coordsize="10784,0" path="m733,5397l11517,5397e" filled="f" stroked="t" strokeweight=".5pt" strokecolor="#000000">
                <v:path arrowok="t"/>
              </v:shape>
            </v:group>
            <v:group style="position:absolute;left:728;top:2504;width:2;height:2893" coordorigin="728,2504" coordsize="2,2893">
              <v:shape style="position:absolute;left:728;top:2504;width:2;height:2893" coordorigin="728,2504" coordsize="0,2893" path="m728,2509l728,540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78.106995pt;width:539.718009pt;height:145.138pt;mso-position-horizontal-relative:page;mso-position-vertical-relative:page;z-index:-1305" coordorigin="723,5562" coordsize="10794,2903">
            <v:group style="position:absolute;left:728;top:5567;width:10784;height:2" coordorigin="728,5567" coordsize="10784,2">
              <v:shape style="position:absolute;left:728;top:5567;width:10784;height:2" coordorigin="728,5567" coordsize="10784,0" path="m733,5567l11517,5567e" filled="f" stroked="t" strokeweight=".5pt" strokecolor="#000000">
                <v:path arrowok="t"/>
              </v:shape>
            </v:group>
            <v:group style="position:absolute;left:11512;top:5567;width:2;height:2893" coordorigin="11512,5567" coordsize="2,2893">
              <v:shape style="position:absolute;left:11512;top:5567;width:2;height:2893" coordorigin="11512,5567" coordsize="0,2893" path="m11512,5572l11512,8465e" filled="f" stroked="t" strokeweight=".5pt" strokecolor="#000000">
                <v:path arrowok="t"/>
              </v:shape>
            </v:group>
            <v:group style="position:absolute;left:728;top:8460;width:10784;height:2" coordorigin="728,8460" coordsize="10784,2">
              <v:shape style="position:absolute;left:728;top:8460;width:10784;height:2" coordorigin="728,8460" coordsize="10784,0" path="m733,8460l11517,8460e" filled="f" stroked="t" strokeweight=".5pt" strokecolor="#000000">
                <v:path arrowok="t"/>
              </v:shape>
            </v:group>
            <v:group style="position:absolute;left:728;top:5567;width:2;height:2893" coordorigin="728,5567" coordsize="2,2893">
              <v:shape style="position:absolute;left:728;top:5567;width:2;height:2893" coordorigin="728,5567" coordsize="0,2893" path="m728,5572l728,8465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31.244995pt;width:539.718009pt;height:154.737976pt;mso-position-horizontal-relative:page;mso-position-vertical-relative:page;z-index:-1304" coordorigin="723,8625" coordsize="10794,3095">
            <v:group style="position:absolute;left:728;top:8630;width:10784;height:2" coordorigin="728,8630" coordsize="10784,2">
              <v:shape style="position:absolute;left:728;top:8630;width:10784;height:2" coordorigin="728,8630" coordsize="10784,0" path="m733,8630l11517,8630e" filled="f" stroked="t" strokeweight=".5pt" strokecolor="#000000">
                <v:path arrowok="t"/>
              </v:shape>
            </v:group>
            <v:group style="position:absolute;left:11512;top:8630;width:2;height:3085" coordorigin="11512,8630" coordsize="2,3085">
              <v:shape style="position:absolute;left:11512;top:8630;width:2;height:3085" coordorigin="11512,8630" coordsize="0,3085" path="m11512,8635l11512,11720e" filled="f" stroked="t" strokeweight=".5pt" strokecolor="#000000">
                <v:path arrowok="t"/>
              </v:shape>
            </v:group>
            <v:group style="position:absolute;left:728;top:11715;width:10784;height:2" coordorigin="728,11715" coordsize="10784,2">
              <v:shape style="position:absolute;left:728;top:11715;width:10784;height:2" coordorigin="728,11715" coordsize="10784,0" path="m733,11715l11517,11715e" filled="f" stroked="t" strokeweight=".5pt" strokecolor="#000000">
                <v:path arrowok="t"/>
              </v:shape>
            </v:group>
            <v:group style="position:absolute;left:728;top:8630;width:2;height:3085" coordorigin="728,8630" coordsize="2,3085">
              <v:shape style="position:absolute;left:728;top:8630;width:2;height:3085" coordorigin="728,8630" coordsize="0,3085" path="m728,8635l728,1172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93.732971pt;width:539.718009pt;height:114.269043pt;mso-position-horizontal-relative:page;mso-position-vertical-relative:page;z-index:-1303" coordorigin="723,11875" coordsize="10794,2285">
            <v:group style="position:absolute;left:728;top:11885;width:10784;height:2" coordorigin="728,11885" coordsize="10784,2">
              <v:shape style="position:absolute;left:728;top:11885;width:10784;height:2" coordorigin="728,11885" coordsize="10784,0" path="m733,11885l11517,11885e" filled="f" stroked="t" strokeweight=".5pt" strokecolor="#000000">
                <v:path arrowok="t"/>
              </v:shape>
            </v:group>
            <v:group style="position:absolute;left:11512;top:11885;width:2;height:2270" coordorigin="11512,11885" coordsize="2,2270">
              <v:shape style="position:absolute;left:11512;top:11885;width:2;height:2270" coordorigin="11512,11885" coordsize="0,2270" path="m11512,11890l11512,14160e" filled="f" stroked="t" strokeweight=".5pt" strokecolor="#000000">
                <v:path arrowok="t"/>
              </v:shape>
            </v:group>
            <v:group style="position:absolute;left:728;top:11885;width:2;height:2270" coordorigin="728,11885" coordsize="2,2270">
              <v:shape style="position:absolute;left:728;top:11885;width:2;height:2270" coordorigin="728,11885" coordsize="0,2270" path="m728,11890l728,14160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Write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54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Current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Activities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appointment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should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associated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40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answer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94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25.618999pt;mso-position-horizontal-relative:page;mso-position-vertical-relative:page;z-index:-1302" coordorigin="723,1435" coordsize="10794,512">
            <v:group style="position:absolute;left:11512;top:1440;width:2;height:502" coordorigin="11512,1440" coordsize="2,502">
              <v:shape style="position:absolute;left:11512;top:1440;width:2;height:502" coordorigin="11512,1440" coordsize="0,502" path="m11512,1440l11512,1942e" filled="f" stroked="t" strokeweight=".5pt" strokecolor="#000000">
                <v:path arrowok="t"/>
              </v:shape>
            </v:group>
            <v:group style="position:absolute;left:728;top:1942;width:10784;height:2" coordorigin="728,1942" coordsize="10784,2">
              <v:shape style="position:absolute;left:728;top:1942;width:10784;height:2" coordorigin="728,1942" coordsize="10784,0" path="m733,1942l11517,1942e" filled="f" stroked="t" strokeweight=".5pt" strokecolor="#000000">
                <v:path arrowok="t"/>
              </v:shape>
            </v:group>
            <v:group style="position:absolute;left:728;top:1440;width:2;height:502" coordorigin="728,1440" coordsize="2,502">
              <v:shape style="position:absolute;left:728;top:1440;width:2;height:502" coordorigin="728,1440" coordsize="0,502" path="m728,1440l728,194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05.368996pt;width:539.718009pt;height:145.138005pt;mso-position-horizontal-relative:page;mso-position-vertical-relative:page;z-index:-1301" coordorigin="723,2107" coordsize="10794,2903">
            <v:group style="position:absolute;left:728;top:2112;width:10784;height:2" coordorigin="728,2112" coordsize="10784,2">
              <v:shape style="position:absolute;left:728;top:2112;width:10784;height:2" coordorigin="728,2112" coordsize="10784,0" path="m733,2112l11517,2112e" filled="f" stroked="t" strokeweight=".5pt" strokecolor="#000000">
                <v:path arrowok="t"/>
              </v:shape>
            </v:group>
            <v:group style="position:absolute;left:11512;top:2112;width:2;height:2893" coordorigin="11512,2112" coordsize="2,2893">
              <v:shape style="position:absolute;left:11512;top:2112;width:2;height:2893" coordorigin="11512,2112" coordsize="0,2893" path="m11512,2117l11512,5010e" filled="f" stroked="t" strokeweight=".5pt" strokecolor="#000000">
                <v:path arrowok="t"/>
              </v:shape>
            </v:group>
            <v:group style="position:absolute;left:728;top:5005;width:10784;height:2" coordorigin="728,5005" coordsize="10784,2">
              <v:shape style="position:absolute;left:728;top:5005;width:10784;height:2" coordorigin="728,5005" coordsize="10784,0" path="m733,5005l11517,5005e" filled="f" stroked="t" strokeweight=".5pt" strokecolor="#000000">
                <v:path arrowok="t"/>
              </v:shape>
            </v:group>
            <v:group style="position:absolute;left:728;top:2112;width:2;height:2893" coordorigin="728,2112" coordsize="2,2893">
              <v:shape style="position:absolute;left:728;top:2112;width:2;height:2893" coordorigin="728,2112" coordsize="0,2893" path="m728,2117l728,501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58.507019pt;width:539.718009pt;height:145.137985pt;mso-position-horizontal-relative:page;mso-position-vertical-relative:page;z-index:-1300" coordorigin="723,5170" coordsize="10794,2903">
            <v:group style="position:absolute;left:728;top:5175;width:10784;height:2" coordorigin="728,5175" coordsize="10784,2">
              <v:shape style="position:absolute;left:728;top:5175;width:10784;height:2" coordorigin="728,5175" coordsize="10784,0" path="m733,5175l11517,5175e" filled="f" stroked="t" strokeweight=".5pt" strokecolor="#000000">
                <v:path arrowok="t"/>
              </v:shape>
            </v:group>
            <v:group style="position:absolute;left:11512;top:5175;width:2;height:2893" coordorigin="11512,5175" coordsize="2,2893">
              <v:shape style="position:absolute;left:11512;top:5175;width:2;height:2893" coordorigin="11512,5175" coordsize="0,2893" path="m11512,5180l11512,8073e" filled="f" stroked="t" strokeweight=".5pt" strokecolor="#000000">
                <v:path arrowok="t"/>
              </v:shape>
            </v:group>
            <v:group style="position:absolute;left:728;top:8068;width:10784;height:2" coordorigin="728,8068" coordsize="10784,2">
              <v:shape style="position:absolute;left:728;top:8068;width:10784;height:2" coordorigin="728,8068" coordsize="10784,0" path="m733,8068l11517,8068e" filled="f" stroked="t" strokeweight=".5pt" strokecolor="#000000">
                <v:path arrowok="t"/>
              </v:shape>
            </v:group>
            <v:group style="position:absolute;left:728;top:5175;width:2;height:2893" coordorigin="728,5175" coordsize="2,2893">
              <v:shape style="position:absolute;left:728;top:5175;width:2;height:2893" coordorigin="728,5175" coordsize="0,2893" path="m728,5180l728,807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11.644989pt;width:539.718009pt;height:145.138001pt;mso-position-horizontal-relative:page;mso-position-vertical-relative:page;z-index:-1299" coordorigin="723,8233" coordsize="10794,2903">
            <v:group style="position:absolute;left:728;top:8238;width:10784;height:2" coordorigin="728,8238" coordsize="10784,2">
              <v:shape style="position:absolute;left:728;top:8238;width:10784;height:2" coordorigin="728,8238" coordsize="10784,0" path="m733,8238l11517,8238e" filled="f" stroked="t" strokeweight=".5pt" strokecolor="#000000">
                <v:path arrowok="t"/>
              </v:shape>
            </v:group>
            <v:group style="position:absolute;left:11512;top:8238;width:2;height:2893" coordorigin="11512,8238" coordsize="2,2893">
              <v:shape style="position:absolute;left:11512;top:8238;width:2;height:2893" coordorigin="11512,8238" coordsize="0,2893" path="m11512,8243l11512,11136e" filled="f" stroked="t" strokeweight=".5pt" strokecolor="#000000">
                <v:path arrowok="t"/>
              </v:shape>
            </v:group>
            <v:group style="position:absolute;left:728;top:11131;width:10784;height:2" coordorigin="728,11131" coordsize="10784,2">
              <v:shape style="position:absolute;left:728;top:11131;width:10784;height:2" coordorigin="728,11131" coordsize="10784,0" path="m733,11131l11517,11131e" filled="f" stroked="t" strokeweight=".5pt" strokecolor="#000000">
                <v:path arrowok="t"/>
              </v:shape>
            </v:group>
            <v:group style="position:absolute;left:728;top:8238;width:2;height:2893" coordorigin="728,8238" coordsize="2,2893">
              <v:shape style="position:absolute;left:728;top:8238;width:2;height:2893" coordorigin="728,8238" coordsize="0,2893" path="m728,8243l728,1113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64.78302pt;width:539.718009pt;height:145.138031pt;mso-position-horizontal-relative:page;mso-position-vertical-relative:page;z-index:-1298" coordorigin="723,11296" coordsize="10794,2903">
            <v:group style="position:absolute;left:728;top:11301;width:10784;height:2" coordorigin="728,11301" coordsize="10784,2">
              <v:shape style="position:absolute;left:728;top:11301;width:10784;height:2" coordorigin="728,11301" coordsize="10784,0" path="m733,11301l11517,11301e" filled="f" stroked="t" strokeweight=".5pt" strokecolor="#000000">
                <v:path arrowok="t"/>
              </v:shape>
            </v:group>
            <v:group style="position:absolute;left:11512;top:11301;width:2;height:2893" coordorigin="11512,11301" coordsize="2,2893">
              <v:shape style="position:absolute;left:11512;top:11301;width:2;height:2893" coordorigin="11512,11301" coordsize="0,2893" path="m11512,11306l11512,14198e" filled="f" stroked="t" strokeweight=".5pt" strokecolor="#000000">
                <v:path arrowok="t"/>
              </v:shape>
            </v:group>
            <v:group style="position:absolute;left:728;top:14193;width:10784;height:2" coordorigin="728,14193" coordsize="10784,2">
              <v:shape style="position:absolute;left:728;top:14193;width:10784;height:2" coordorigin="728,14193" coordsize="10784,0" path="m733,14193l11517,14193e" filled="f" stroked="t" strokeweight=".5pt" strokecolor="#000000">
                <v:path arrowok="t"/>
              </v:shape>
            </v:group>
            <v:group style="position:absolute;left:728;top:11301;width:2;height:2893" coordorigin="728,11301" coordsize="2,2893">
              <v:shape style="position:absolute;left:728;top:11301;width:2;height:2893" coordorigin="728,11301" coordsize="0,2893" path="m728,11306l728,14198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59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59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94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48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67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99pt;margin-top:72pt;width:539.718009pt;height:145.138pt;mso-position-horizontal-relative:page;mso-position-vertical-relative:page;z-index:-1297" coordorigin="723,1440" coordsize="10794,2903">
            <v:group style="position:absolute;left:728;top:1445;width:10784;height:2" coordorigin="728,1445" coordsize="10784,2">
              <v:shape style="position:absolute;left:728;top:1445;width:10784;height:2" coordorigin="728,1445" coordsize="10784,0" path="m733,1445l11517,1445e" filled="f" stroked="t" strokeweight=".5pt" strokecolor="#000000">
                <v:path arrowok="t"/>
              </v:shape>
            </v:group>
            <v:group style="position:absolute;left:11512;top:1445;width:2;height:2893" coordorigin="11512,1445" coordsize="2,2893">
              <v:shape style="position:absolute;left:11512;top:1445;width:2;height:2893" coordorigin="11512,1445" coordsize="0,2893" path="m11512,1450l11512,4343e" filled="f" stroked="t" strokeweight=".5pt" strokecolor="#000000">
                <v:path arrowok="t"/>
              </v:shape>
            </v:group>
            <v:group style="position:absolute;left:728;top:4338;width:10784;height:2" coordorigin="728,4338" coordsize="10784,2">
              <v:shape style="position:absolute;left:728;top:4338;width:10784;height:2" coordorigin="728,4338" coordsize="10784,0" path="m733,4338l11517,4338e" filled="f" stroked="t" strokeweight=".5pt" strokecolor="#000000">
                <v:path arrowok="t"/>
              </v:shape>
            </v:group>
            <v:group style="position:absolute;left:728;top:1445;width:2;height:2893" coordorigin="728,1445" coordsize="2,2893">
              <v:shape style="position:absolute;left:728;top:1445;width:2;height:2893" coordorigin="728,1445" coordsize="0,2893" path="m728,1450l728,434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25.138pt;width:539.718009pt;height:145.138001pt;mso-position-horizontal-relative:page;mso-position-vertical-relative:page;z-index:-1296" coordorigin="723,4503" coordsize="10794,2903">
            <v:group style="position:absolute;left:728;top:4508;width:10784;height:2" coordorigin="728,4508" coordsize="10784,2">
              <v:shape style="position:absolute;left:728;top:4508;width:10784;height:2" coordorigin="728,4508" coordsize="10784,0" path="m733,4508l11517,4508e" filled="f" stroked="t" strokeweight=".5pt" strokecolor="#000000">
                <v:path arrowok="t"/>
              </v:shape>
            </v:group>
            <v:group style="position:absolute;left:11512;top:4508;width:2;height:2893" coordorigin="11512,4508" coordsize="2,2893">
              <v:shape style="position:absolute;left:11512;top:4508;width:2;height:2893" coordorigin="11512,4508" coordsize="0,2893" path="m11512,4513l11512,7406e" filled="f" stroked="t" strokeweight=".5pt" strokecolor="#000000">
                <v:path arrowok="t"/>
              </v:shape>
            </v:group>
            <v:group style="position:absolute;left:728;top:7401;width:10784;height:2" coordorigin="728,7401" coordsize="10784,2">
              <v:shape style="position:absolute;left:728;top:7401;width:10784;height:2" coordorigin="728,7401" coordsize="10784,0" path="m733,7401l11517,7401e" filled="f" stroked="t" strokeweight=".5pt" strokecolor="#000000">
                <v:path arrowok="t"/>
              </v:shape>
            </v:group>
            <v:group style="position:absolute;left:728;top:4508;width:2;height:2893" coordorigin="728,4508" coordsize="2,2893">
              <v:shape style="position:absolute;left:728;top:4508;width:2;height:2893" coordorigin="728,4508" coordsize="0,2893" path="m728,4513l728,740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78.276001pt;width:539.718009pt;height:145.138pt;mso-position-horizontal-relative:page;mso-position-vertical-relative:page;z-index:-1295" coordorigin="723,7566" coordsize="10794,2903">
            <v:group style="position:absolute;left:728;top:7571;width:10784;height:2" coordorigin="728,7571" coordsize="10784,2">
              <v:shape style="position:absolute;left:728;top:7571;width:10784;height:2" coordorigin="728,7571" coordsize="10784,0" path="m733,7571l11517,7571e" filled="f" stroked="t" strokeweight=".5pt" strokecolor="#000000">
                <v:path arrowok="t"/>
              </v:shape>
            </v:group>
            <v:group style="position:absolute;left:11512;top:7571;width:2;height:2893" coordorigin="11512,7571" coordsize="2,2893">
              <v:shape style="position:absolute;left:11512;top:7571;width:2;height:2893" coordorigin="11512,7571" coordsize="0,2893" path="m11512,7576l11512,10468e" filled="f" stroked="t" strokeweight=".5pt" strokecolor="#000000">
                <v:path arrowok="t"/>
              </v:shape>
            </v:group>
            <v:group style="position:absolute;left:728;top:10463;width:10784;height:2" coordorigin="728,10463" coordsize="10784,2">
              <v:shape style="position:absolute;left:728;top:10463;width:10784;height:2" coordorigin="728,10463" coordsize="10784,0" path="m733,10463l11517,10463e" filled="f" stroked="t" strokeweight=".5pt" strokecolor="#000000">
                <v:path arrowok="t"/>
              </v:shape>
            </v:group>
            <v:group style="position:absolute;left:728;top:7571;width:2;height:2893" coordorigin="728,7571" coordsize="2,2893">
              <v:shape style="position:absolute;left:728;top:7571;width:2;height:2893" coordorigin="728,7571" coordsize="0,2893" path="m728,7576l728,1046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31.414001pt;width:539.718009pt;height:145.138001pt;mso-position-horizontal-relative:page;mso-position-vertical-relative:page;z-index:-1294" coordorigin="723,10628" coordsize="10794,2903">
            <v:group style="position:absolute;left:728;top:10633;width:10784;height:2" coordorigin="728,10633" coordsize="10784,2">
              <v:shape style="position:absolute;left:728;top:10633;width:10784;height:2" coordorigin="728,10633" coordsize="10784,0" path="m733,10633l11517,10633e" filled="f" stroked="t" strokeweight=".5pt" strokecolor="#000000">
                <v:path arrowok="t"/>
              </v:shape>
            </v:group>
            <v:group style="position:absolute;left:11512;top:10633;width:2;height:2893" coordorigin="11512,10633" coordsize="2,2893">
              <v:shape style="position:absolute;left:11512;top:10633;width:2;height:2893" coordorigin="11512,10633" coordsize="0,2893" path="m11512,10638l11512,13531e" filled="f" stroked="t" strokeweight=".5pt" strokecolor="#000000">
                <v:path arrowok="t"/>
              </v:shape>
            </v:group>
            <v:group style="position:absolute;left:728;top:13526;width:10784;height:2" coordorigin="728,13526" coordsize="10784,2">
              <v:shape style="position:absolute;left:728;top:13526;width:10784;height:2" coordorigin="728,13526" coordsize="10784,0" path="m733,13526l11517,13526e" filled="f" stroked="t" strokeweight=".5pt" strokecolor="#000000">
                <v:path arrowok="t"/>
              </v:shape>
            </v:group>
            <v:group style="position:absolute;left:728;top:10633;width:2;height:2893" coordorigin="728,10633" coordsize="2,2893">
              <v:shape style="position:absolute;left:728;top:10633;width:2;height:2893" coordorigin="728,10633" coordsize="0,2893" path="m728,10638l728,13531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84.302002pt;width:539.718009pt;height:30.268982pt;mso-position-horizontal-relative:page;mso-position-vertical-relative:page;z-index:-1293" coordorigin="723,13686" coordsize="10794,605">
            <v:group style="position:absolute;left:728;top:13696;width:10784;height:2" coordorigin="728,13696" coordsize="10784,2">
              <v:shape style="position:absolute;left:728;top:13696;width:10784;height:2" coordorigin="728,13696" coordsize="10784,0" path="m733,13696l11517,13696e" filled="f" stroked="t" strokeweight=".5pt" strokecolor="#000000">
                <v:path arrowok="t"/>
              </v:shape>
            </v:group>
            <v:group style="position:absolute;left:11512;top:13696;width:2;height:590" coordorigin="11512,13696" coordsize="2,590">
              <v:shape style="position:absolute;left:11512;top:13696;width:2;height:590" coordorigin="11512,13696" coordsize="0,590" path="m11512,13701l11512,14291e" filled="f" stroked="t" strokeweight=".5pt" strokecolor="#000000">
                <v:path arrowok="t"/>
              </v:shape>
            </v:group>
            <v:group style="position:absolute;left:728;top:13696;width:2;height:590" coordorigin="728,13696" coordsize="2,590">
              <v:shape style="position:absolute;left:728;top:13696;width:2;height:590" coordorigin="728,13696" coordsize="0,590" path="m728,13701l728,14291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01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unreleased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unreleased.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20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unreleased.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right-click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59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Order(s)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73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48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107.619003pt;mso-position-horizontal-relative:page;mso-position-vertical-relative:page;z-index:-1292" coordorigin="723,1435" coordsize="10794,2152">
            <v:group style="position:absolute;left:11512;top:1440;width:2;height:2142" coordorigin="11512,1440" coordsize="2,2142">
              <v:shape style="position:absolute;left:11512;top:1440;width:2;height:2142" coordorigin="11512,1440" coordsize="0,2142" path="m11512,1440l11512,3582e" filled="f" stroked="t" strokeweight=".5pt" strokecolor="#000000">
                <v:path arrowok="t"/>
              </v:shape>
            </v:group>
            <v:group style="position:absolute;left:728;top:3582;width:10784;height:2" coordorigin="728,3582" coordsize="10784,2">
              <v:shape style="position:absolute;left:728;top:3582;width:10784;height:2" coordorigin="728,3582" coordsize="10784,0" path="m733,3582l11517,3582e" filled="f" stroked="t" strokeweight=".5pt" strokecolor="#000000">
                <v:path arrowok="t"/>
              </v:shape>
            </v:group>
            <v:group style="position:absolute;left:728;top:1440;width:2;height:2142" coordorigin="728,1440" coordsize="2,2142">
              <v:shape style="position:absolute;left:728;top:1440;width:2;height:2142" coordorigin="728,1440" coordsize="0,2142" path="m728,1440l728,358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87.369003pt;width:539.718009pt;height:145.137986pt;mso-position-horizontal-relative:page;mso-position-vertical-relative:page;z-index:-1291" coordorigin="723,3747" coordsize="10794,2903">
            <v:group style="position:absolute;left:728;top:3752;width:10784;height:2" coordorigin="728,3752" coordsize="10784,2">
              <v:shape style="position:absolute;left:728;top:3752;width:10784;height:2" coordorigin="728,3752" coordsize="10784,0" path="m733,3752l11517,3752e" filled="f" stroked="t" strokeweight=".5pt" strokecolor="#000000">
                <v:path arrowok="t"/>
              </v:shape>
            </v:group>
            <v:group style="position:absolute;left:11512;top:3752;width:2;height:2893" coordorigin="11512,3752" coordsize="2,2893">
              <v:shape style="position:absolute;left:11512;top:3752;width:2;height:2893" coordorigin="11512,3752" coordsize="0,2893" path="m11512,3757l11512,6650e" filled="f" stroked="t" strokeweight=".5pt" strokecolor="#000000">
                <v:path arrowok="t"/>
              </v:shape>
            </v:group>
            <v:group style="position:absolute;left:728;top:6645;width:10784;height:2" coordorigin="728,6645" coordsize="10784,2">
              <v:shape style="position:absolute;left:728;top:6645;width:10784;height:2" coordorigin="728,6645" coordsize="10784,0" path="m733,6645l11517,6645e" filled="f" stroked="t" strokeweight=".5pt" strokecolor="#000000">
                <v:path arrowok="t"/>
              </v:shape>
            </v:group>
            <v:group style="position:absolute;left:728;top:3752;width:2;height:2893" coordorigin="728,3752" coordsize="2,2893">
              <v:shape style="position:absolute;left:728;top:3752;width:2;height:2893" coordorigin="728,3752" coordsize="0,2893" path="m728,3757l728,665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40.506989pt;width:539.718009pt;height:154.738006pt;mso-position-horizontal-relative:page;mso-position-vertical-relative:page;z-index:-1290" coordorigin="723,6810" coordsize="10794,3095">
            <v:group style="position:absolute;left:728;top:6815;width:10784;height:2" coordorigin="728,6815" coordsize="10784,2">
              <v:shape style="position:absolute;left:728;top:6815;width:10784;height:2" coordorigin="728,6815" coordsize="10784,0" path="m733,6815l11517,6815e" filled="f" stroked="t" strokeweight=".5pt" strokecolor="#000000">
                <v:path arrowok="t"/>
              </v:shape>
            </v:group>
            <v:group style="position:absolute;left:11512;top:6815;width:2;height:3085" coordorigin="11512,6815" coordsize="2,3085">
              <v:shape style="position:absolute;left:11512;top:6815;width:2;height:3085" coordorigin="11512,6815" coordsize="0,3085" path="m11512,6820l11512,9905e" filled="f" stroked="t" strokeweight=".5pt" strokecolor="#000000">
                <v:path arrowok="t"/>
              </v:shape>
            </v:group>
            <v:group style="position:absolute;left:728;top:9900;width:10784;height:2" coordorigin="728,9900" coordsize="10784,2">
              <v:shape style="position:absolute;left:728;top:9900;width:10784;height:2" coordorigin="728,9900" coordsize="10784,0" path="m733,9900l11517,9900e" filled="f" stroked="t" strokeweight=".5pt" strokecolor="#000000">
                <v:path arrowok="t"/>
              </v:shape>
            </v:group>
            <v:group style="position:absolute;left:728;top:6815;width:2;height:3085" coordorigin="728,6815" coordsize="2,3085">
              <v:shape style="position:absolute;left:728;top:6815;width:2;height:3085" coordorigin="728,6815" coordsize="0,3085" path="m728,6820l728,9905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03.244995pt;width:539.718009pt;height:145.138001pt;mso-position-horizontal-relative:page;mso-position-vertical-relative:page;z-index:-1289" coordorigin="723,10065" coordsize="10794,2903">
            <v:group style="position:absolute;left:728;top:10070;width:10784;height:2" coordorigin="728,10070" coordsize="10784,2">
              <v:shape style="position:absolute;left:728;top:10070;width:10784;height:2" coordorigin="728,10070" coordsize="10784,0" path="m733,10070l11517,10070e" filled="f" stroked="t" strokeweight=".5pt" strokecolor="#000000">
                <v:path arrowok="t"/>
              </v:shape>
            </v:group>
            <v:group style="position:absolute;left:11512;top:10070;width:2;height:2893" coordorigin="11512,10070" coordsize="2,2893">
              <v:shape style="position:absolute;left:11512;top:10070;width:2;height:2893" coordorigin="11512,10070" coordsize="0,2893" path="m11512,10075l11512,12968e" filled="f" stroked="t" strokeweight=".5pt" strokecolor="#000000">
                <v:path arrowok="t"/>
              </v:shape>
            </v:group>
            <v:group style="position:absolute;left:728;top:12963;width:10784;height:2" coordorigin="728,12963" coordsize="10784,2">
              <v:shape style="position:absolute;left:728;top:12963;width:10784;height:2" coordorigin="728,12963" coordsize="10784,0" path="m733,12963l11517,12963e" filled="f" stroked="t" strokeweight=".5pt" strokecolor="#000000">
                <v:path arrowok="t"/>
              </v:shape>
            </v:group>
            <v:group style="position:absolute;left:728;top:10070;width:2;height:2893" coordorigin="728,10070" coordsize="2,2893">
              <v:shape style="position:absolute;left:728;top:10070;width:2;height:2893" coordorigin="728,10070" coordsize="0,2893" path="m728,10075l728,1296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56.132996pt;width:539.718009pt;height:61.468994pt;mso-position-horizontal-relative:page;mso-position-vertical-relative:page;z-index:-1288" coordorigin="723,13123" coordsize="10794,1229">
            <v:group style="position:absolute;left:728;top:13133;width:10784;height:2" coordorigin="728,13133" coordsize="10784,2">
              <v:shape style="position:absolute;left:728;top:13133;width:10784;height:2" coordorigin="728,13133" coordsize="10784,0" path="m733,13133l11517,13133e" filled="f" stroked="t" strokeweight=".5pt" strokecolor="#000000">
                <v:path arrowok="t"/>
              </v:shape>
            </v:group>
            <v:group style="position:absolute;left:11512;top:13133;width:2;height:1214" coordorigin="11512,13133" coordsize="2,1214">
              <v:shape style="position:absolute;left:11512;top:13133;width:2;height:1214" coordorigin="11512,13133" coordsize="0,1214" path="m11512,13138l11512,14352e" filled="f" stroked="t" strokeweight=".5pt" strokecolor="#000000">
                <v:path arrowok="t"/>
              </v:shape>
            </v:group>
            <v:group style="position:absolute;left:728;top:13133;width:2;height:1214" coordorigin="728,13133" coordsize="2,1214">
              <v:shape style="position:absolute;left:728;top:13133;width:2;height:1214" coordorigin="728,13133" coordsize="0,1214" path="m728,13138l728,14352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Electronic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44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42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right-click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54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Current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Activities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46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76.418999pt;mso-position-horizontal-relative:page;mso-position-vertical-relative:page;z-index:-1287" coordorigin="723,1435" coordsize="10794,1528">
            <v:group style="position:absolute;left:11512;top:1440;width:2;height:1518" coordorigin="11512,1440" coordsize="2,1518">
              <v:shape style="position:absolute;left:11512;top:1440;width:2;height:1518" coordorigin="11512,1440" coordsize="0,1518" path="m11512,1440l11512,2958e" filled="f" stroked="t" strokeweight=".5pt" strokecolor="#000000">
                <v:path arrowok="t"/>
              </v:shape>
            </v:group>
            <v:group style="position:absolute;left:728;top:2958;width:10784;height:2" coordorigin="728,2958" coordsize="10784,2">
              <v:shape style="position:absolute;left:728;top:2958;width:10784;height:2" coordorigin="728,2958" coordsize="10784,0" path="m733,2958l11517,2958e" filled="f" stroked="t" strokeweight=".5pt" strokecolor="#000000">
                <v:path arrowok="t"/>
              </v:shape>
            </v:group>
            <v:group style="position:absolute;left:728;top:1440;width:2;height:1518" coordorigin="728,1440" coordsize="2,1518">
              <v:shape style="position:absolute;left:728;top:1440;width:2;height:1518" coordorigin="728,1440" coordsize="0,1518" path="m728,1440l728,295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56.169006pt;width:539.718009pt;height:145.138008pt;mso-position-horizontal-relative:page;mso-position-vertical-relative:page;z-index:-1286" coordorigin="723,3123" coordsize="10794,2903">
            <v:group style="position:absolute;left:728;top:3128;width:10784;height:2" coordorigin="728,3128" coordsize="10784,2">
              <v:shape style="position:absolute;left:728;top:3128;width:10784;height:2" coordorigin="728,3128" coordsize="10784,0" path="m733,3128l11517,3128e" filled="f" stroked="t" strokeweight=".5pt" strokecolor="#000000">
                <v:path arrowok="t"/>
              </v:shape>
            </v:group>
            <v:group style="position:absolute;left:11512;top:3128;width:2;height:2893" coordorigin="11512,3128" coordsize="2,2893">
              <v:shape style="position:absolute;left:11512;top:3128;width:2;height:2893" coordorigin="11512,3128" coordsize="0,2893" path="m11512,3133l11512,6026e" filled="f" stroked="t" strokeweight=".5pt" strokecolor="#000000">
                <v:path arrowok="t"/>
              </v:shape>
            </v:group>
            <v:group style="position:absolute;left:728;top:6021;width:10784;height:2" coordorigin="728,6021" coordsize="10784,2">
              <v:shape style="position:absolute;left:728;top:6021;width:10784;height:2" coordorigin="728,6021" coordsize="10784,0" path="m733,6021l11517,6021e" filled="f" stroked="t" strokeweight=".5pt" strokecolor="#000000">
                <v:path arrowok="t"/>
              </v:shape>
            </v:group>
            <v:group style="position:absolute;left:728;top:3128;width:2;height:2893" coordorigin="728,3128" coordsize="2,2893">
              <v:shape style="position:absolute;left:728;top:3128;width:2;height:2893" coordorigin="728,3128" coordsize="0,2893" path="m728,3133l728,602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09.307007pt;width:539.718009pt;height:145.138pt;mso-position-horizontal-relative:page;mso-position-vertical-relative:page;z-index:-1285" coordorigin="723,6186" coordsize="10794,2903">
            <v:group style="position:absolute;left:728;top:6191;width:10784;height:2" coordorigin="728,6191" coordsize="10784,2">
              <v:shape style="position:absolute;left:728;top:6191;width:10784;height:2" coordorigin="728,6191" coordsize="10784,0" path="m733,6191l11517,6191e" filled="f" stroked="t" strokeweight=".5pt" strokecolor="#000000">
                <v:path arrowok="t"/>
              </v:shape>
            </v:group>
            <v:group style="position:absolute;left:11512;top:6191;width:2;height:2893" coordorigin="11512,6191" coordsize="2,2893">
              <v:shape style="position:absolute;left:11512;top:6191;width:2;height:2893" coordorigin="11512,6191" coordsize="0,2893" path="m11512,6196l11512,9089e" filled="f" stroked="t" strokeweight=".5pt" strokecolor="#000000">
                <v:path arrowok="t"/>
              </v:shape>
            </v:group>
            <v:group style="position:absolute;left:728;top:9084;width:10784;height:2" coordorigin="728,9084" coordsize="10784,2">
              <v:shape style="position:absolute;left:728;top:9084;width:10784;height:2" coordorigin="728,9084" coordsize="10784,0" path="m733,9084l11517,9084e" filled="f" stroked="t" strokeweight=".5pt" strokecolor="#000000">
                <v:path arrowok="t"/>
              </v:shape>
            </v:group>
            <v:group style="position:absolute;left:728;top:6191;width:2;height:2893" coordorigin="728,6191" coordsize="2,2893">
              <v:shape style="position:absolute;left:728;top:6191;width:2;height:2893" coordorigin="728,6191" coordsize="0,2893" path="m728,6196l728,9089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62.445007pt;width:539.718009pt;height:145.138001pt;mso-position-horizontal-relative:page;mso-position-vertical-relative:page;z-index:-1284" coordorigin="723,9249" coordsize="10794,2903">
            <v:group style="position:absolute;left:728;top:9254;width:10784;height:2" coordorigin="728,9254" coordsize="10784,2">
              <v:shape style="position:absolute;left:728;top:9254;width:10784;height:2" coordorigin="728,9254" coordsize="10784,0" path="m733,9254l11517,9254e" filled="f" stroked="t" strokeweight=".5pt" strokecolor="#000000">
                <v:path arrowok="t"/>
              </v:shape>
            </v:group>
            <v:group style="position:absolute;left:11512;top:9254;width:2;height:2893" coordorigin="11512,9254" coordsize="2,2893">
              <v:shape style="position:absolute;left:11512;top:9254;width:2;height:2893" coordorigin="11512,9254" coordsize="0,2893" path="m11512,9259l11512,12152e" filled="f" stroked="t" strokeweight=".5pt" strokecolor="#000000">
                <v:path arrowok="t"/>
              </v:shape>
            </v:group>
            <v:group style="position:absolute;left:728;top:12147;width:10784;height:2" coordorigin="728,12147" coordsize="10784,2">
              <v:shape style="position:absolute;left:728;top:12147;width:10784;height:2" coordorigin="728,12147" coordsize="10784,0" path="m733,12147l11517,12147e" filled="f" stroked="t" strokeweight=".5pt" strokecolor="#000000">
                <v:path arrowok="t"/>
              </v:shape>
            </v:group>
            <v:group style="position:absolute;left:728;top:9254;width:2;height:2893" coordorigin="728,9254" coordsize="2,2893">
              <v:shape style="position:absolute;left:728;top:9254;width:2;height:2893" coordorigin="728,9254" coordsize="0,2893" path="m728,9259l728,1215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15.333008pt;width:539.718009pt;height:92.669006pt;mso-position-horizontal-relative:page;mso-position-vertical-relative:page;z-index:-1283" coordorigin="723,12307" coordsize="10794,1853">
            <v:group style="position:absolute;left:728;top:12317;width:10784;height:2" coordorigin="728,12317" coordsize="10784,2">
              <v:shape style="position:absolute;left:728;top:12317;width:10784;height:2" coordorigin="728,12317" coordsize="10784,0" path="m733,12317l11517,12317e" filled="f" stroked="t" strokeweight=".5pt" strokecolor="#000000">
                <v:path arrowok="t"/>
              </v:shape>
            </v:group>
            <v:group style="position:absolute;left:11512;top:12317;width:2;height:1838" coordorigin="11512,12317" coordsize="2,1838">
              <v:shape style="position:absolute;left:11512;top:12317;width:2;height:1838" coordorigin="11512,12317" coordsize="0,1838" path="m11512,12322l11512,14160e" filled="f" stroked="t" strokeweight=".5pt" strokecolor="#000000">
                <v:path arrowok="t"/>
              </v:shape>
            </v:group>
            <v:group style="position:absolute;left:728;top:12317;width:2;height:1838" coordorigin="728,12317" coordsize="2,1838">
              <v:shape style="position:absolute;left:728;top:12317;width:2;height:1838" coordorigin="728,12317" coordsize="0,1838" path="m728,12322l728,14160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unreleased.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2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39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changed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unreleased.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54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changed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unreleased.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right-click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59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Order(s)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73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Electronic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changed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45.219002pt;mso-position-horizontal-relative:page;mso-position-vertical-relative:page;z-index:-1282" coordorigin="723,1435" coordsize="10794,904">
            <v:group style="position:absolute;left:11512;top:1440;width:2;height:894" coordorigin="11512,1440" coordsize="2,894">
              <v:shape style="position:absolute;left:11512;top:1440;width:2;height:894" coordorigin="11512,1440" coordsize="0,894" path="m11512,1440l11512,2334e" filled="f" stroked="t" strokeweight=".5pt" strokecolor="#000000">
                <v:path arrowok="t"/>
              </v:shape>
            </v:group>
            <v:group style="position:absolute;left:728;top:2334;width:10784;height:2" coordorigin="728,2334" coordsize="10784,2">
              <v:shape style="position:absolute;left:728;top:2334;width:10784;height:2" coordorigin="728,2334" coordsize="10784,0" path="m733,2334l11517,2334e" filled="f" stroked="t" strokeweight=".5pt" strokecolor="#000000">
                <v:path arrowok="t"/>
              </v:shape>
            </v:group>
            <v:group style="position:absolute;left:728;top:1440;width:2;height:894" coordorigin="728,1440" coordsize="2,894">
              <v:shape style="position:absolute;left:728;top:1440;width:2;height:894" coordorigin="728,1440" coordsize="0,894" path="m728,1440l728,2334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24.969002pt;width:539.718009pt;height:145.137993pt;mso-position-horizontal-relative:page;mso-position-vertical-relative:page;z-index:-1281" coordorigin="723,2499" coordsize="10794,2903">
            <v:group style="position:absolute;left:728;top:2504;width:10784;height:2" coordorigin="728,2504" coordsize="10784,2">
              <v:shape style="position:absolute;left:728;top:2504;width:10784;height:2" coordorigin="728,2504" coordsize="10784,0" path="m733,2504l11517,2504e" filled="f" stroked="t" strokeweight=".5pt" strokecolor="#000000">
                <v:path arrowok="t"/>
              </v:shape>
            </v:group>
            <v:group style="position:absolute;left:11512;top:2504;width:2;height:2893" coordorigin="11512,2504" coordsize="2,2893">
              <v:shape style="position:absolute;left:11512;top:2504;width:2;height:2893" coordorigin="11512,2504" coordsize="0,2893" path="m11512,2509l11512,5402e" filled="f" stroked="t" strokeweight=".5pt" strokecolor="#000000">
                <v:path arrowok="t"/>
              </v:shape>
            </v:group>
            <v:group style="position:absolute;left:728;top:5397;width:10784;height:2" coordorigin="728,5397" coordsize="10784,2">
              <v:shape style="position:absolute;left:728;top:5397;width:10784;height:2" coordorigin="728,5397" coordsize="10784,0" path="m733,5397l11517,5397e" filled="f" stroked="t" strokeweight=".5pt" strokecolor="#000000">
                <v:path arrowok="t"/>
              </v:shape>
            </v:group>
            <v:group style="position:absolute;left:728;top:2504;width:2;height:2893" coordorigin="728,2504" coordsize="2,2893">
              <v:shape style="position:absolute;left:728;top:2504;width:2;height:2893" coordorigin="728,2504" coordsize="0,2893" path="m728,2509l728,540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78.106995pt;width:539.718009pt;height:145.138pt;mso-position-horizontal-relative:page;mso-position-vertical-relative:page;z-index:-1280" coordorigin="723,5562" coordsize="10794,2903">
            <v:group style="position:absolute;left:728;top:5567;width:10784;height:2" coordorigin="728,5567" coordsize="10784,2">
              <v:shape style="position:absolute;left:728;top:5567;width:10784;height:2" coordorigin="728,5567" coordsize="10784,0" path="m733,5567l11517,5567e" filled="f" stroked="t" strokeweight=".5pt" strokecolor="#000000">
                <v:path arrowok="t"/>
              </v:shape>
            </v:group>
            <v:group style="position:absolute;left:11512;top:5567;width:2;height:2893" coordorigin="11512,5567" coordsize="2,2893">
              <v:shape style="position:absolute;left:11512;top:5567;width:2;height:2893" coordorigin="11512,5567" coordsize="0,2893" path="m11512,5572l11512,8465e" filled="f" stroked="t" strokeweight=".5pt" strokecolor="#000000">
                <v:path arrowok="t"/>
              </v:shape>
            </v:group>
            <v:group style="position:absolute;left:728;top:8460;width:10784;height:2" coordorigin="728,8460" coordsize="10784,2">
              <v:shape style="position:absolute;left:728;top:8460;width:10784;height:2" coordorigin="728,8460" coordsize="10784,0" path="m733,8460l11517,8460e" filled="f" stroked="t" strokeweight=".5pt" strokecolor="#000000">
                <v:path arrowok="t"/>
              </v:shape>
            </v:group>
            <v:group style="position:absolute;left:728;top:5567;width:2;height:2893" coordorigin="728,5567" coordsize="2,2893">
              <v:shape style="position:absolute;left:728;top:5567;width:2;height:2893" coordorigin="728,5567" coordsize="0,2893" path="m728,5572l728,8465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31.244995pt;width:539.718009pt;height:145.138001pt;mso-position-horizontal-relative:page;mso-position-vertical-relative:page;z-index:-1279" coordorigin="723,8625" coordsize="10794,2903">
            <v:group style="position:absolute;left:728;top:8630;width:10784;height:2" coordorigin="728,8630" coordsize="10784,2">
              <v:shape style="position:absolute;left:728;top:8630;width:10784;height:2" coordorigin="728,8630" coordsize="10784,0" path="m733,8630l11517,8630e" filled="f" stroked="t" strokeweight=".5pt" strokecolor="#000000">
                <v:path arrowok="t"/>
              </v:shape>
            </v:group>
            <v:group style="position:absolute;left:11512;top:8630;width:2;height:2893" coordorigin="11512,8630" coordsize="2,2893">
              <v:shape style="position:absolute;left:11512;top:8630;width:2;height:2893" coordorigin="11512,8630" coordsize="0,2893" path="m11512,8635l11512,11528e" filled="f" stroked="t" strokeweight=".5pt" strokecolor="#000000">
                <v:path arrowok="t"/>
              </v:shape>
            </v:group>
            <v:group style="position:absolute;left:728;top:11523;width:10784;height:2" coordorigin="728,11523" coordsize="10784,2">
              <v:shape style="position:absolute;left:728;top:11523;width:10784;height:2" coordorigin="728,11523" coordsize="10784,0" path="m733,11523l11517,11523e" filled="f" stroked="t" strokeweight=".5pt" strokecolor="#000000">
                <v:path arrowok="t"/>
              </v:shape>
            </v:group>
            <v:group style="position:absolute;left:728;top:8630;width:2;height:2893" coordorigin="728,8630" coordsize="2,2893">
              <v:shape style="position:absolute;left:728;top:8630;width:2;height:2893" coordorigin="728,8630" coordsize="0,2893" path="m728,8635l728,1152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84.132996pt;width:539.718009pt;height:129.869018pt;mso-position-horizontal-relative:page;mso-position-vertical-relative:page;z-index:-1278" coordorigin="723,11683" coordsize="10794,2597">
            <v:group style="position:absolute;left:728;top:11693;width:10784;height:2" coordorigin="728,11693" coordsize="10784,2">
              <v:shape style="position:absolute;left:728;top:11693;width:10784;height:2" coordorigin="728,11693" coordsize="10784,0" path="m733,11693l11517,11693e" filled="f" stroked="t" strokeweight=".5pt" strokecolor="#000000">
                <v:path arrowok="t"/>
              </v:shape>
            </v:group>
            <v:group style="position:absolute;left:11512;top:11693;width:2;height:2582" coordorigin="11512,11693" coordsize="2,2582">
              <v:shape style="position:absolute;left:11512;top:11693;width:2;height:2582" coordorigin="11512,11693" coordsize="0,2582" path="m11512,11698l11512,14280e" filled="f" stroked="t" strokeweight=".5pt" strokecolor="#000000">
                <v:path arrowok="t"/>
              </v:shape>
            </v:group>
            <v:group style="position:absolute;left:728;top:11693;width:2;height:2582" coordorigin="728,11693" coordsize="2,2582">
              <v:shape style="position:absolute;left:728;top:11693;width:2;height:2582" coordorigin="728,11693" coordsize="0,2582" path="m728,11698l728,14280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changed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76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changed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right-click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58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Cancel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Cancel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Reason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20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unreleased.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unreleased.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20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unreleased.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16.019000pt;mso-position-horizontal-relative:page;mso-position-vertical-relative:page;z-index:-1277" coordorigin="723,1435" coordsize="10794,320">
            <v:group style="position:absolute;left:11512;top:1440;width:2;height:310" coordorigin="11512,1440" coordsize="2,310">
              <v:shape style="position:absolute;left:11512;top:1440;width:2;height:310" coordorigin="11512,1440" coordsize="0,310" path="m11512,1440l11512,1750e" filled="f" stroked="t" strokeweight=".5pt" strokecolor="#000000">
                <v:path arrowok="t"/>
              </v:shape>
            </v:group>
            <v:group style="position:absolute;left:728;top:1750;width:10784;height:2" coordorigin="728,1750" coordsize="10784,2">
              <v:shape style="position:absolute;left:728;top:1750;width:10784;height:2" coordorigin="728,1750" coordsize="10784,0" path="m733,1750l11517,1750e" filled="f" stroked="t" strokeweight=".5pt" strokecolor="#000000">
                <v:path arrowok="t"/>
              </v:shape>
            </v:group>
            <v:group style="position:absolute;left:728;top:1440;width:2;height:310" coordorigin="728,1440" coordsize="2,310">
              <v:shape style="position:absolute;left:728;top:1440;width:2;height:310" coordorigin="728,1440" coordsize="0,310" path="m728,1440l728,175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95.768997pt;width:539.718009pt;height:154.738005pt;mso-position-horizontal-relative:page;mso-position-vertical-relative:page;z-index:-1276" coordorigin="723,1915" coordsize="10794,3095">
            <v:group style="position:absolute;left:728;top:1920;width:10784;height:2" coordorigin="728,1920" coordsize="10784,2">
              <v:shape style="position:absolute;left:728;top:1920;width:10784;height:2" coordorigin="728,1920" coordsize="10784,0" path="m733,1920l11517,1920e" filled="f" stroked="t" strokeweight=".5pt" strokecolor="#000000">
                <v:path arrowok="t"/>
              </v:shape>
            </v:group>
            <v:group style="position:absolute;left:11512;top:1920;width:2;height:3085" coordorigin="11512,1920" coordsize="2,3085">
              <v:shape style="position:absolute;left:11512;top:1920;width:2;height:3085" coordorigin="11512,1920" coordsize="0,3085" path="m11512,1925l11512,5010e" filled="f" stroked="t" strokeweight=".5pt" strokecolor="#000000">
                <v:path arrowok="t"/>
              </v:shape>
            </v:group>
            <v:group style="position:absolute;left:728;top:5005;width:10784;height:2" coordorigin="728,5005" coordsize="10784,2">
              <v:shape style="position:absolute;left:728;top:5005;width:10784;height:2" coordorigin="728,5005" coordsize="10784,0" path="m733,5005l11517,5005e" filled="f" stroked="t" strokeweight=".5pt" strokecolor="#000000">
                <v:path arrowok="t"/>
              </v:shape>
            </v:group>
            <v:group style="position:absolute;left:728;top:1920;width:2;height:3085" coordorigin="728,1920" coordsize="2,3085">
              <v:shape style="position:absolute;left:728;top:1920;width:2;height:3085" coordorigin="728,1920" coordsize="0,3085" path="m728,1925l728,501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58.507019pt;width:539.718009pt;height:145.137985pt;mso-position-horizontal-relative:page;mso-position-vertical-relative:page;z-index:-1275" coordorigin="723,5170" coordsize="10794,2903">
            <v:group style="position:absolute;left:728;top:5175;width:10784;height:2" coordorigin="728,5175" coordsize="10784,2">
              <v:shape style="position:absolute;left:728;top:5175;width:10784;height:2" coordorigin="728,5175" coordsize="10784,0" path="m733,5175l11517,5175e" filled="f" stroked="t" strokeweight=".5pt" strokecolor="#000000">
                <v:path arrowok="t"/>
              </v:shape>
            </v:group>
            <v:group style="position:absolute;left:11512;top:5175;width:2;height:2893" coordorigin="11512,5175" coordsize="2,2893">
              <v:shape style="position:absolute;left:11512;top:5175;width:2;height:2893" coordorigin="11512,5175" coordsize="0,2893" path="m11512,5180l11512,8073e" filled="f" stroked="t" strokeweight=".5pt" strokecolor="#000000">
                <v:path arrowok="t"/>
              </v:shape>
            </v:group>
            <v:group style="position:absolute;left:728;top:8068;width:10784;height:2" coordorigin="728,8068" coordsize="10784,2">
              <v:shape style="position:absolute;left:728;top:8068;width:10784;height:2" coordorigin="728,8068" coordsize="10784,0" path="m733,8068l11517,8068e" filled="f" stroked="t" strokeweight=".5pt" strokecolor="#000000">
                <v:path arrowok="t"/>
              </v:shape>
            </v:group>
            <v:group style="position:absolute;left:728;top:5175;width:2;height:2893" coordorigin="728,5175" coordsize="2,2893">
              <v:shape style="position:absolute;left:728;top:5175;width:2;height:2893" coordorigin="728,5175" coordsize="0,2893" path="m728,5180l728,807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11.644989pt;width:539.718009pt;height:145.138001pt;mso-position-horizontal-relative:page;mso-position-vertical-relative:page;z-index:-1274" coordorigin="723,8233" coordsize="10794,2903">
            <v:group style="position:absolute;left:728;top:8238;width:10784;height:2" coordorigin="728,8238" coordsize="10784,2">
              <v:shape style="position:absolute;left:728;top:8238;width:10784;height:2" coordorigin="728,8238" coordsize="10784,0" path="m733,8238l11517,8238e" filled="f" stroked="t" strokeweight=".5pt" strokecolor="#000000">
                <v:path arrowok="t"/>
              </v:shape>
            </v:group>
            <v:group style="position:absolute;left:11512;top:8238;width:2;height:2893" coordorigin="11512,8238" coordsize="2,2893">
              <v:shape style="position:absolute;left:11512;top:8238;width:2;height:2893" coordorigin="11512,8238" coordsize="0,2893" path="m11512,8243l11512,11136e" filled="f" stroked="t" strokeweight=".5pt" strokecolor="#000000">
                <v:path arrowok="t"/>
              </v:shape>
            </v:group>
            <v:group style="position:absolute;left:728;top:11131;width:10784;height:2" coordorigin="728,11131" coordsize="10784,2">
              <v:shape style="position:absolute;left:728;top:11131;width:10784;height:2" coordorigin="728,11131" coordsize="10784,0" path="m733,11131l11517,11131e" filled="f" stroked="t" strokeweight=".5pt" strokecolor="#000000">
                <v:path arrowok="t"/>
              </v:shape>
            </v:group>
            <v:group style="position:absolute;left:728;top:8238;width:2;height:2893" coordorigin="728,8238" coordsize="2,2893">
              <v:shape style="position:absolute;left:728;top:8238;width:2;height:2893" coordorigin="728,8238" coordsize="0,2893" path="m728,8243l728,1113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64.78302pt;width:539.718009pt;height:135.537994pt;mso-position-horizontal-relative:page;mso-position-vertical-relative:page;z-index:-1273" coordorigin="723,11296" coordsize="10794,2711">
            <v:group style="position:absolute;left:728;top:11301;width:10784;height:2" coordorigin="728,11301" coordsize="10784,2">
              <v:shape style="position:absolute;left:728;top:11301;width:10784;height:2" coordorigin="728,11301" coordsize="10784,0" path="m733,11301l11517,11301e" filled="f" stroked="t" strokeweight=".5pt" strokecolor="#000000">
                <v:path arrowok="t"/>
              </v:shape>
            </v:group>
            <v:group style="position:absolute;left:11512;top:11301;width:2;height:2701" coordorigin="11512,11301" coordsize="2,2701">
              <v:shape style="position:absolute;left:11512;top:11301;width:2;height:2701" coordorigin="11512,11301" coordsize="0,2701" path="m11512,11306l11512,14006e" filled="f" stroked="t" strokeweight=".5pt" strokecolor="#000000">
                <v:path arrowok="t"/>
              </v:shape>
            </v:group>
            <v:group style="position:absolute;left:728;top:14001;width:10784;height:2" coordorigin="728,14001" coordsize="10784,2">
              <v:shape style="position:absolute;left:728;top:14001;width:10784;height:2" coordorigin="728,14001" coordsize="10784,0" path="m733,14001l11517,14001e" filled="f" stroked="t" strokeweight=".5pt" strokecolor="#000000">
                <v:path arrowok="t"/>
              </v:shape>
            </v:group>
            <v:group style="position:absolute;left:728;top:11301;width:2;height:2701" coordorigin="728,11301" coordsize="2,2701">
              <v:shape style="position:absolute;left:728;top:11301;width:2;height:2701" coordorigin="728,11301" coordsize="0,2701" path="m728,11306l728,14006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Attachments: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right-click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Electronic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673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cancelled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cancelled.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31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cancelled.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Case.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92.199997pt;width:540.999001pt;height:14.999988pt;mso-position-horizontal-relative:page;mso-position-vertical-relative:page;z-index:-1272" coordorigin="710,1844" coordsize="10820,300">
            <v:group style="position:absolute;left:725;top:1884;width:990;height:220" coordorigin="725,1884" coordsize="990,220">
              <v:shape style="position:absolute;left:725;top:1884;width:990;height:220" coordorigin="725,1884" coordsize="990,220" path="m725,1884l1715,1884,1715,2104,725,2104,725,1884e" filled="t" fillcolor="#E6E6E6" stroked="f">
                <v:path arrowok="t"/>
                <v:fill/>
              </v:shape>
            </v:group>
            <v:group style="position:absolute;left:717;top:1851;width:1003;height:2" coordorigin="717,1851" coordsize="1003,2">
              <v:shape style="position:absolute;left:717;top:1851;width:1003;height:2" coordorigin="717,1851" coordsize="1003,0" path="m718,1851l1722,1851e" filled="f" stroked="t" strokeweight=".666667pt" strokecolor="#E6E6E6">
                <v:path arrowok="t"/>
              </v:shape>
            </v:group>
            <v:group style="position:absolute;left:723;top:1877;width:993;height:2" coordorigin="723,1877" coordsize="993,2">
              <v:shape style="position:absolute;left:723;top:1877;width:993;height:2" coordorigin="723,1877" coordsize="993,0" path="m732,1877l1725,1877e" filled="f" stroked="t" strokeweight=".666667pt" strokecolor="#E6E6E6">
                <v:path arrowok="t"/>
              </v:shape>
            </v:group>
            <v:group style="position:absolute;left:723;top:2111;width:993;height:2" coordorigin="723,2111" coordsize="993,2">
              <v:shape style="position:absolute;left:723;top:2111;width:993;height:2" coordorigin="723,2111" coordsize="993,0" path="m727,2111l1720,2111e" filled="f" stroked="t" strokeweight=".666667pt" strokecolor="#E6E6E6">
                <v:path arrowok="t"/>
              </v:shape>
            </v:group>
            <v:group style="position:absolute;left:720;top:1864;width:2;height:260" coordorigin="720,1864" coordsize="2,260">
              <v:shape style="position:absolute;left:720;top:1864;width:2;height:260" coordorigin="720,1864" coordsize="0,260" path="m720,1884l720,2144e" filled="f" stroked="t" strokeweight=".5pt" strokecolor="#FFFFFF">
                <v:path arrowok="t"/>
              </v:shape>
            </v:group>
            <v:group style="position:absolute;left:1725;top:1884;width:2257;height:220" coordorigin="1725,1884" coordsize="2257,220">
              <v:shape style="position:absolute;left:1725;top:1884;width:2257;height:220" coordorigin="1725,1884" coordsize="2257,220" path="m1725,1884l3982,1884,3982,2104,1725,2104,1725,1884e" filled="t" fillcolor="#E6E6E6" stroked="f">
                <v:path arrowok="t"/>
                <v:fill/>
              </v:shape>
            </v:group>
            <v:group style="position:absolute;left:1720;top:1851;width:2267;height:2" coordorigin="1720,1851" coordsize="2267,2">
              <v:shape style="position:absolute;left:1720;top:1851;width:2267;height:2" coordorigin="1720,1851" coordsize="2267,0" path="m1720,1851l3987,1851e" filled="f" stroked="t" strokeweight=".666667pt" strokecolor="#E6E6E6">
                <v:path arrowok="t"/>
              </v:shape>
            </v:group>
            <v:group style="position:absolute;left:1723;top:1877;width:2260;height:2" coordorigin="1723,1877" coordsize="2260,2">
              <v:shape style="position:absolute;left:1723;top:1877;width:2260;height:2" coordorigin="1723,1877" coordsize="2260,0" path="m1727,1877l3987,1877e" filled="f" stroked="t" strokeweight=".666667pt" strokecolor="#E6E6E6">
                <v:path arrowok="t"/>
              </v:shape>
            </v:group>
            <v:group style="position:absolute;left:1723;top:2111;width:2260;height:2" coordorigin="1723,2111" coordsize="2260,2">
              <v:shape style="position:absolute;left:1723;top:2111;width:2260;height:2" coordorigin="1723,2111" coordsize="2260,0" path="m1727,2111l3987,2111e" filled="f" stroked="t" strokeweight=".666667pt" strokecolor="#E6E6E6">
                <v:path arrowok="t"/>
              </v:shape>
            </v:group>
            <v:group style="position:absolute;left:3992;top:1884;width:2990;height:220" coordorigin="3992,1884" coordsize="2990,220">
              <v:shape style="position:absolute;left:3992;top:1884;width:2990;height:220" coordorigin="3992,1884" coordsize="2990,220" path="m3992,1884l6982,1884,6982,2104,3992,2104,3992,1884e" filled="t" fillcolor="#E6E6E6" stroked="f">
                <v:path arrowok="t"/>
                <v:fill/>
              </v:shape>
            </v:group>
            <v:group style="position:absolute;left:3987;top:1851;width:3000;height:2" coordorigin="3987,1851" coordsize="3000,2">
              <v:shape style="position:absolute;left:3987;top:1851;width:3000;height:2" coordorigin="3987,1851" coordsize="3000,0" path="m3987,1851l6987,1851e" filled="f" stroked="t" strokeweight=".666667pt" strokecolor="#E6E6E6">
                <v:path arrowok="t"/>
              </v:shape>
            </v:group>
            <v:group style="position:absolute;left:3990;top:1877;width:2993;height:2" coordorigin="3990,1877" coordsize="2993,2">
              <v:shape style="position:absolute;left:3990;top:1877;width:2993;height:2" coordorigin="3990,1877" coordsize="2993,0" path="m3993,1877l6987,1877e" filled="f" stroked="t" strokeweight=".666667pt" strokecolor="#E6E6E6">
                <v:path arrowok="t"/>
              </v:shape>
            </v:group>
            <v:group style="position:absolute;left:3990;top:2111;width:2993;height:2" coordorigin="3990,2111" coordsize="2993,2">
              <v:shape style="position:absolute;left:3990;top:2111;width:2993;height:2" coordorigin="3990,2111" coordsize="2993,0" path="m3993,2111l6987,2111e" filled="f" stroked="t" strokeweight=".666667pt" strokecolor="#E6E6E6">
                <v:path arrowok="t"/>
              </v:shape>
            </v:group>
            <v:group style="position:absolute;left:6992;top:1884;width:2257;height:220" coordorigin="6992,1884" coordsize="2257,220">
              <v:shape style="position:absolute;left:6992;top:1884;width:2257;height:220" coordorigin="6992,1884" coordsize="2257,220" path="m6992,1884l9248,1884,9248,2104,6992,2104,6992,1884e" filled="t" fillcolor="#E6E6E6" stroked="f">
                <v:path arrowok="t"/>
                <v:fill/>
              </v:shape>
            </v:group>
            <v:group style="position:absolute;left:6987;top:1851;width:2267;height:2" coordorigin="6987,1851" coordsize="2267,2">
              <v:shape style="position:absolute;left:6987;top:1851;width:2267;height:2" coordorigin="6987,1851" coordsize="2267,0" path="m6987,1851l9253,1851e" filled="f" stroked="t" strokeweight=".666667pt" strokecolor="#E6E6E6">
                <v:path arrowok="t"/>
              </v:shape>
            </v:group>
            <v:group style="position:absolute;left:6990;top:1877;width:2260;height:2" coordorigin="6990,1877" coordsize="2260,2">
              <v:shape style="position:absolute;left:6990;top:1877;width:2260;height:2" coordorigin="6990,1877" coordsize="2260,0" path="m6993,1877l9253,1877e" filled="f" stroked="t" strokeweight=".666667pt" strokecolor="#E6E6E6">
                <v:path arrowok="t"/>
              </v:shape>
            </v:group>
            <v:group style="position:absolute;left:6990;top:2111;width:2260;height:2" coordorigin="6990,2111" coordsize="2260,2">
              <v:shape style="position:absolute;left:6990;top:2111;width:2260;height:2" coordorigin="6990,2111" coordsize="2260,0" path="m6993,2111l9253,2111e" filled="f" stroked="t" strokeweight=".666667pt" strokecolor="#E6E6E6">
                <v:path arrowok="t"/>
              </v:shape>
            </v:group>
            <v:group style="position:absolute;left:9258;top:1884;width:2257;height:220" coordorigin="9258,1884" coordsize="2257,220">
              <v:shape style="position:absolute;left:9258;top:1884;width:2257;height:220" coordorigin="9258,1884" coordsize="2257,220" path="m9258,1884l11515,1884,11515,2104,9258,2104,9258,1884e" filled="t" fillcolor="#E6E6E6" stroked="f">
                <v:path arrowok="t"/>
                <v:fill/>
              </v:shape>
            </v:group>
            <v:group style="position:absolute;left:9253;top:1851;width:2270;height:2" coordorigin="9253,1851" coordsize="2270,2">
              <v:shape style="position:absolute;left:9253;top:1851;width:2270;height:2" coordorigin="9253,1851" coordsize="2270,0" path="m9253,1851l11523,1851e" filled="f" stroked="t" strokeweight=".666667pt" strokecolor="#E6E6E6">
                <v:path arrowok="t"/>
              </v:shape>
            </v:group>
            <v:group style="position:absolute;left:9257;top:1877;width:2260;height:2" coordorigin="9257,1877" coordsize="2260,2">
              <v:shape style="position:absolute;left:9257;top:1877;width:2260;height:2" coordorigin="9257,1877" coordsize="2260,0" path="m9260,1877l11520,1877e" filled="f" stroked="t" strokeweight=".666667pt" strokecolor="#E6E6E6">
                <v:path arrowok="t"/>
              </v:shape>
            </v:group>
            <v:group style="position:absolute;left:11520;top:1864;width:2;height:260" coordorigin="11520,1864" coordsize="2,260">
              <v:shape style="position:absolute;left:11520;top:1864;width:2;height:260" coordorigin="11520,1864" coordsize="0,260" path="m11520,1884l11520,2144e" filled="f" stroked="t" strokeweight=".5pt" strokecolor="#FFFFFF">
                <v:path arrowok="t"/>
              </v:shape>
            </v:group>
            <v:group style="position:absolute;left:9257;top:2111;width:2260;height:2" coordorigin="9257,2111" coordsize="2260,2">
              <v:shape style="position:absolute;left:9257;top:2111;width:2260;height:2" coordorigin="9257,2111" coordsize="2260,0" path="m9260,2111l11520,2111e" filled="f" stroked="t" strokeweight=".666667pt" strokecolor="#E6E6E6">
                <v:path arrowok="t"/>
              </v:shape>
            </v:group>
            <v:group style="position:absolute;left:720;top:2137;width:10800;height:2" coordorigin="720,2137" coordsize="10800,2">
              <v:shape style="position:absolute;left:720;top:2137;width:10800;height:2" coordorigin="720,2137" coordsize="10800,0" path="m720,2137l11520,2137e" filled="f" stroked="t" strokeweight=".666703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1200" w:val="left"/>
          <w:tab w:pos="3460" w:val="left"/>
          <w:tab w:pos="6460" w:val="left"/>
          <w:tab w:pos="87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940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40" w:lineRule="auto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1270" type="#_x0000_t75">
            <v:imagedata r:id="rId21" o:title=""/>
          </v:shape>
        </w:pic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83537: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NSR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20140205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Component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Integration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Systems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</w:rPr>
        <w:t>Testing_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37" w:after="0" w:line="338" w:lineRule="exact"/>
        <w:ind w:left="100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>
          <w:rFonts w:ascii="Arial" w:hAnsi="Arial" w:cs="Arial" w:eastAsia="Arial"/>
          <w:sz w:val="30"/>
          <w:szCs w:val="30"/>
          <w:color w:val="3087B3"/>
          <w:spacing w:val="0"/>
          <w:w w:val="100"/>
          <w:b/>
          <w:bCs/>
          <w:position w:val="-1"/>
        </w:rPr>
        <w:t>CHEYG04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  <w:position w:val="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Mar w:footer="979" w:header="0" w:top="1360" w:bottom="1160" w:left="620" w:right="640"/>
          <w:footerReference w:type="default" r:id="rId20"/>
          <w:pgSz w:w="12240" w:h="15840"/>
        </w:sectPr>
      </w:pPr>
      <w:rPr/>
    </w:p>
    <w:p>
      <w:pPr>
        <w:spacing w:before="39" w:after="0" w:line="240" w:lineRule="auto"/>
        <w:ind w:left="100" w:right="-68"/>
        <w:jc w:val="left"/>
        <w:tabs>
          <w:tab w:pos="14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412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30" w:lineRule="exact"/>
        <w:ind w:left="100" w:right="-20"/>
        <w:jc w:val="left"/>
        <w:tabs>
          <w:tab w:pos="14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position w:val="3"/>
        </w:rPr>
        <w:t>Priority: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3"/>
        </w:rPr>
        <w:pict>
          <v:shape style="width:8pt;height:8pt;mso-position-horizontal-relative:char;mso-position-vertical-relative:line" type="#_x0000_t75">
            <v:imagedata r:id="rId22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3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39" w:after="0" w:line="250" w:lineRule="auto"/>
        <w:ind w:left="972" w:right="6432" w:firstLine="-972"/>
        <w:jc w:val="both"/>
        <w:tabs>
          <w:tab w:pos="960" w:val="left"/>
        </w:tabs>
        <w:rPr>
          <w:rFonts w:ascii="Arial" w:hAnsi="Arial" w:cs="Arial" w:eastAsia="Arial"/>
          <w:sz w:val="16"/>
          <w:szCs w:val="16"/>
        </w:rPr>
      </w:pPr>
      <w:rPr/>
      <w:r>
        <w:rPr/>
        <w:br w:type="column"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Owner: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both"/>
        <w:spacing w:after="0"/>
        <w:sectPr>
          <w:type w:val="continuous"/>
          <w:pgSz w:w="12240" w:h="15840"/>
          <w:pgMar w:top="1360" w:bottom="1160" w:left="620" w:right="640"/>
          <w:cols w:num="2" w:equalWidth="0">
            <w:col w:w="2729" w:space="141"/>
            <w:col w:w="8110"/>
          </w:cols>
        </w:sectPr>
      </w:pPr>
      <w:rPr/>
    </w:p>
    <w:p>
      <w:pPr>
        <w:spacing w:before="11" w:after="0" w:line="250" w:lineRule="auto"/>
        <w:ind w:left="100" w:right="7466"/>
        <w:jc w:val="left"/>
        <w:tabs>
          <w:tab w:pos="1400" w:val="left"/>
          <w:tab w:pos="28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Blocking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31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Non-Blocking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Run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On: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Result: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7.2pt;height:7.2pt;mso-position-horizontal-relative:char;mso-position-vertical-relative:line" type="#_x0000_t75">
            <v:imagedata r:id="rId23" o:title=""/>
          </v:shape>
        </w:pic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  <w:position w:val="0"/>
        </w:rPr>
        <w:t>Passed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</w:sectPr>
      </w:pPr>
      <w:rPr/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Overview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Plan: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2843: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20140205: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Provide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288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Management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(OR*3.0*425)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68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2497: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20140205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Component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50" w:lineRule="auto"/>
        <w:ind w:left="100" w:right="1287" w:firstLine="278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Systems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(OR*3.0*425)</w:t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Iteration: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Sprint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Environments: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3087B3"/>
          <w:spacing w:val="0"/>
          <w:w w:val="100"/>
        </w:rPr>
        <w:t>CHEYG04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Channels: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None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  <w:tab/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100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sec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ind w:left="100" w:right="-20"/>
        <w:jc w:val="left"/>
        <w:tabs>
          <w:tab w:pos="2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Time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Spent: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-1"/>
        </w:rPr>
        <w:t>0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  <w:position w:val="-1"/>
        </w:rPr>
        <w:t>sec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  <w:cols w:num="2" w:equalWidth="0">
            <w:col w:w="6403" w:space="15"/>
            <w:col w:w="4562"/>
          </w:cols>
        </w:sectPr>
      </w:pPr>
      <w:rPr/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Previous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Details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</w:sectPr>
      </w:pPr>
      <w:rPr/>
    </w:p>
    <w:p>
      <w:pPr>
        <w:spacing w:before="46" w:after="0" w:line="183" w:lineRule="exact"/>
        <w:ind w:left="306" w:right="-20"/>
        <w:jc w:val="left"/>
        <w:tabs>
          <w:tab w:pos="620" w:val="left"/>
          <w:tab w:pos="2580" w:val="left"/>
          <w:tab w:pos="3220" w:val="left"/>
          <w:tab w:pos="4740" w:val="left"/>
          <w:tab w:pos="62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Case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Test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-20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1"/>
        </w:rPr>
        <w:t>Environment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46" w:after="0" w:line="240" w:lineRule="auto"/>
        <w:ind w:left="632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5pt;margin-top:-15.605085pt;width:541.000001pt;height:18.400129pt;mso-position-horizontal-relative:page;mso-position-vertical-relative:paragraph;z-index:-1269" coordorigin="710,-312" coordsize="10820,368">
            <v:group style="position:absolute;left:725;top:-272;width:422;height:288" coordorigin="725,-272" coordsize="422,288">
              <v:shape style="position:absolute;left:725;top:-272;width:422;height:288" coordorigin="725,-272" coordsize="422,288" path="m725,-272l1147,-272,1147,16,725,16,725,-272e" filled="t" fillcolor="#E6E6E6" stroked="f">
                <v:path arrowok="t"/>
                <v:fill/>
              </v:shape>
            </v:group>
            <v:group style="position:absolute;left:717;top:-305;width:435;height:2" coordorigin="717,-305" coordsize="435,2">
              <v:shape style="position:absolute;left:717;top:-305;width:435;height:2" coordorigin="717,-305" coordsize="435,0" path="m718,-305l1154,-305e" filled="f" stroked="t" strokeweight=".666667pt" strokecolor="#E6E6E6">
                <v:path arrowok="t"/>
              </v:shape>
            </v:group>
            <v:group style="position:absolute;left:723;top:-279;width:425;height:2" coordorigin="723,-279" coordsize="425,2">
              <v:shape style="position:absolute;left:723;top:-279;width:425;height:2" coordorigin="723,-279" coordsize="425,0" path="m732,-279l1157,-279e" filled="f" stroked="t" strokeweight=".666667pt" strokecolor="#E6E6E6">
                <v:path arrowok="t"/>
              </v:shape>
            </v:group>
            <v:group style="position:absolute;left:723;top:23;width:425;height:2" coordorigin="723,23" coordsize="425,2">
              <v:shape style="position:absolute;left:723;top:23;width:425;height:2" coordorigin="723,23" coordsize="425,0" path="m727,23l1152,23e" filled="f" stroked="t" strokeweight=".666667pt" strokecolor="#E6E6E6">
                <v:path arrowok="t"/>
              </v:shape>
            </v:group>
            <v:group style="position:absolute;left:720;top:-292;width:2;height:328" coordorigin="720,-292" coordsize="2,328">
              <v:shape style="position:absolute;left:720;top:-292;width:2;height:328" coordorigin="720,-292" coordsize="0,328" path="m720,-272l720,56e" filled="f" stroked="t" strokeweight=".5pt" strokecolor="#FFFFFF">
                <v:path arrowok="t"/>
              </v:shape>
            </v:group>
            <v:group style="position:absolute;left:1157;top:-272;width:1934;height:288" coordorigin="1157,-272" coordsize="1934,288">
              <v:shape style="position:absolute;left:1157;top:-272;width:1934;height:288" coordorigin="1157,-272" coordsize="1934,288" path="m1157,-272l3091,-272,3091,16,1157,16,1157,-272e" filled="t" fillcolor="#E6E6E6" stroked="f">
                <v:path arrowok="t"/>
                <v:fill/>
              </v:shape>
            </v:group>
            <v:group style="position:absolute;left:1152;top:-305;width:1944;height:2" coordorigin="1152,-305" coordsize="1944,2">
              <v:shape style="position:absolute;left:1152;top:-305;width:1944;height:2" coordorigin="1152,-305" coordsize="1944,0" path="m1152,-305l3096,-305e" filled="f" stroked="t" strokeweight=".666667pt" strokecolor="#E6E6E6">
                <v:path arrowok="t"/>
              </v:shape>
            </v:group>
            <v:group style="position:absolute;left:1155;top:-279;width:1937;height:2" coordorigin="1155,-279" coordsize="1937,2">
              <v:shape style="position:absolute;left:1155;top:-279;width:1937;height:2" coordorigin="1155,-279" coordsize="1937,0" path="m1159,-279l3096,-279e" filled="f" stroked="t" strokeweight=".666667pt" strokecolor="#E6E6E6">
                <v:path arrowok="t"/>
              </v:shape>
            </v:group>
            <v:group style="position:absolute;left:1155;top:23;width:1937;height:2" coordorigin="1155,23" coordsize="1937,2">
              <v:shape style="position:absolute;left:1155;top:23;width:1937;height:2" coordorigin="1155,23" coordsize="1937,0" path="m1159,23l3096,23e" filled="f" stroked="t" strokeweight=".666667pt" strokecolor="#E6E6E6">
                <v:path arrowok="t"/>
              </v:shape>
            </v:group>
            <v:group style="position:absolute;left:3101;top:-272;width:638;height:288" coordorigin="3101,-272" coordsize="638,288">
              <v:shape style="position:absolute;left:3101;top:-272;width:638;height:288" coordorigin="3101,-272" coordsize="638,288" path="m3101,-272l3739,-272,3739,16,3101,16,3101,-272e" filled="t" fillcolor="#E6E6E6" stroked="f">
                <v:path arrowok="t"/>
                <v:fill/>
              </v:shape>
            </v:group>
            <v:group style="position:absolute;left:3096;top:-305;width:648;height:2" coordorigin="3096,-305" coordsize="648,2">
              <v:shape style="position:absolute;left:3096;top:-305;width:648;height:2" coordorigin="3096,-305" coordsize="648,0" path="m3096,-305l3744,-305e" filled="f" stroked="t" strokeweight=".666667pt" strokecolor="#E6E6E6">
                <v:path arrowok="t"/>
              </v:shape>
            </v:group>
            <v:group style="position:absolute;left:3099;top:-279;width:641;height:2" coordorigin="3099,-279" coordsize="641,2">
              <v:shape style="position:absolute;left:3099;top:-279;width:641;height:2" coordorigin="3099,-279" coordsize="641,0" path="m3103,-279l3744,-279e" filled="f" stroked="t" strokeweight=".666667pt" strokecolor="#E6E6E6">
                <v:path arrowok="t"/>
              </v:shape>
            </v:group>
            <v:group style="position:absolute;left:3099;top:23;width:641;height:2" coordorigin="3099,23" coordsize="641,2">
              <v:shape style="position:absolute;left:3099;top:23;width:641;height:2" coordorigin="3099,23" coordsize="641,0" path="m3103,23l3744,23e" filled="f" stroked="t" strokeweight=".666667pt" strokecolor="#E6E6E6">
                <v:path arrowok="t"/>
              </v:shape>
            </v:group>
            <v:group style="position:absolute;left:3749;top:-272;width:1502;height:288" coordorigin="3749,-272" coordsize="1502,288">
              <v:shape style="position:absolute;left:3749;top:-272;width:1502;height:288" coordorigin="3749,-272" coordsize="1502,288" path="m3749,-272l5251,-272,5251,16,3749,16,3749,-272e" filled="t" fillcolor="#E6E6E6" stroked="f">
                <v:path arrowok="t"/>
                <v:fill/>
              </v:shape>
            </v:group>
            <v:group style="position:absolute;left:3744;top:-305;width:1512;height:2" coordorigin="3744,-305" coordsize="1512,2">
              <v:shape style="position:absolute;left:3744;top:-305;width:1512;height:2" coordorigin="3744,-305" coordsize="1512,0" path="m3744,-305l5256,-305e" filled="f" stroked="t" strokeweight=".666667pt" strokecolor="#E6E6E6">
                <v:path arrowok="t"/>
              </v:shape>
            </v:group>
            <v:group style="position:absolute;left:3747;top:-279;width:1505;height:2" coordorigin="3747,-279" coordsize="1505,2">
              <v:shape style="position:absolute;left:3747;top:-279;width:1505;height:2" coordorigin="3747,-279" coordsize="1505,0" path="m3751,-279l5256,-279e" filled="f" stroked="t" strokeweight=".666667pt" strokecolor="#E6E6E6">
                <v:path arrowok="t"/>
              </v:shape>
            </v:group>
            <v:group style="position:absolute;left:3747;top:23;width:1505;height:2" coordorigin="3747,23" coordsize="1505,2">
              <v:shape style="position:absolute;left:3747;top:23;width:1505;height:2" coordorigin="3747,23" coordsize="1505,0" path="m3751,23l5256,23e" filled="f" stroked="t" strokeweight=".666667pt" strokecolor="#E6E6E6">
                <v:path arrowok="t"/>
              </v:shape>
            </v:group>
            <v:group style="position:absolute;left:5261;top:-272;width:1502;height:288" coordorigin="5261,-272" coordsize="1502,288">
              <v:shape style="position:absolute;left:5261;top:-272;width:1502;height:288" coordorigin="5261,-272" coordsize="1502,288" path="m5261,-272l6763,-272,6763,16,5261,16,5261,-272e" filled="t" fillcolor="#E6E6E6" stroked="f">
                <v:path arrowok="t"/>
                <v:fill/>
              </v:shape>
            </v:group>
            <v:group style="position:absolute;left:5256;top:-305;width:1512;height:2" coordorigin="5256,-305" coordsize="1512,2">
              <v:shape style="position:absolute;left:5256;top:-305;width:1512;height:2" coordorigin="5256,-305" coordsize="1512,0" path="m5256,-305l6768,-305e" filled="f" stroked="t" strokeweight=".666667pt" strokecolor="#E6E6E6">
                <v:path arrowok="t"/>
              </v:shape>
            </v:group>
            <v:group style="position:absolute;left:5259;top:-279;width:1505;height:2" coordorigin="5259,-279" coordsize="1505,2">
              <v:shape style="position:absolute;left:5259;top:-279;width:1505;height:2" coordorigin="5259,-279" coordsize="1505,0" path="m5263,-279l6768,-279e" filled="f" stroked="t" strokeweight=".666667pt" strokecolor="#E6E6E6">
                <v:path arrowok="t"/>
              </v:shape>
            </v:group>
            <v:group style="position:absolute;left:5259;top:23;width:1505;height:2" coordorigin="5259,23" coordsize="1505,2">
              <v:shape style="position:absolute;left:5259;top:23;width:1505;height:2" coordorigin="5259,23" coordsize="1505,0" path="m5263,23l6768,23e" filled="f" stroked="t" strokeweight=".666667pt" strokecolor="#E6E6E6">
                <v:path arrowok="t"/>
              </v:shape>
            </v:group>
            <v:group style="position:absolute;left:6773;top:-272;width:854;height:288" coordorigin="6773,-272" coordsize="854,288">
              <v:shape style="position:absolute;left:6773;top:-272;width:854;height:288" coordorigin="6773,-272" coordsize="854,288" path="m6773,-272l7627,-272,7627,16,6773,16,6773,-272e" filled="t" fillcolor="#E6E6E6" stroked="f">
                <v:path arrowok="t"/>
                <v:fill/>
              </v:shape>
            </v:group>
            <v:group style="position:absolute;left:6768;top:-305;width:864;height:2" coordorigin="6768,-305" coordsize="864,2">
              <v:shape style="position:absolute;left:6768;top:-305;width:864;height:2" coordorigin="6768,-305" coordsize="864,0" path="m6768,-305l7632,-305e" filled="f" stroked="t" strokeweight=".666667pt" strokecolor="#E6E6E6">
                <v:path arrowok="t"/>
              </v:shape>
            </v:group>
            <v:group style="position:absolute;left:6771;top:-279;width:857;height:2" coordorigin="6771,-279" coordsize="857,2">
              <v:shape style="position:absolute;left:6771;top:-279;width:857;height:2" coordorigin="6771,-279" coordsize="857,0" path="m6775,-279l7632,-279e" filled="f" stroked="t" strokeweight=".666667pt" strokecolor="#E6E6E6">
                <v:path arrowok="t"/>
              </v:shape>
            </v:group>
            <v:group style="position:absolute;left:6771;top:23;width:857;height:2" coordorigin="6771,23" coordsize="857,2">
              <v:shape style="position:absolute;left:6771;top:23;width:857;height:2" coordorigin="6771,23" coordsize="857,0" path="m6775,23l7632,23e" filled="f" stroked="t" strokeweight=".666667pt" strokecolor="#E6E6E6">
                <v:path arrowok="t"/>
              </v:shape>
            </v:group>
            <v:group style="position:absolute;left:7637;top:-272;width:638;height:288" coordorigin="7637,-272" coordsize="638,288">
              <v:shape style="position:absolute;left:7637;top:-272;width:638;height:288" coordorigin="7637,-272" coordsize="638,288" path="m7637,-272l8275,-272,8275,16,7637,16,7637,-272e" filled="t" fillcolor="#E6E6E6" stroked="f">
                <v:path arrowok="t"/>
                <v:fill/>
              </v:shape>
            </v:group>
            <v:group style="position:absolute;left:7632;top:-305;width:648;height:2" coordorigin="7632,-305" coordsize="648,2">
              <v:shape style="position:absolute;left:7632;top:-305;width:648;height:2" coordorigin="7632,-305" coordsize="648,0" path="m7632,-305l8280,-305e" filled="f" stroked="t" strokeweight=".666667pt" strokecolor="#E6E6E6">
                <v:path arrowok="t"/>
              </v:shape>
            </v:group>
            <v:group style="position:absolute;left:7635;top:-279;width:641;height:2" coordorigin="7635,-279" coordsize="641,2">
              <v:shape style="position:absolute;left:7635;top:-279;width:641;height:2" coordorigin="7635,-279" coordsize="641,0" path="m7639,-279l8280,-279e" filled="f" stroked="t" strokeweight=".666667pt" strokecolor="#E6E6E6">
                <v:path arrowok="t"/>
              </v:shape>
            </v:group>
            <v:group style="position:absolute;left:7635;top:23;width:641;height:2" coordorigin="7635,23" coordsize="641,2">
              <v:shape style="position:absolute;left:7635;top:23;width:641;height:2" coordorigin="7635,23" coordsize="641,0" path="m7639,23l8280,23e" filled="f" stroked="t" strokeweight=".666667pt" strokecolor="#E6E6E6">
                <v:path arrowok="t"/>
              </v:shape>
            </v:group>
            <v:group style="position:absolute;left:8285;top:-272;width:638;height:288" coordorigin="8285,-272" coordsize="638,288">
              <v:shape style="position:absolute;left:8285;top:-272;width:638;height:288" coordorigin="8285,-272" coordsize="638,288" path="m8285,-272l8923,-272,8923,16,8285,16,8285,-272e" filled="t" fillcolor="#E6E6E6" stroked="f">
                <v:path arrowok="t"/>
                <v:fill/>
              </v:shape>
            </v:group>
            <v:group style="position:absolute;left:8280;top:-305;width:648;height:2" coordorigin="8280,-305" coordsize="648,2">
              <v:shape style="position:absolute;left:8280;top:-305;width:648;height:2" coordorigin="8280,-305" coordsize="648,0" path="m8280,-305l8928,-305e" filled="f" stroked="t" strokeweight=".666667pt" strokecolor="#E6E6E6">
                <v:path arrowok="t"/>
              </v:shape>
            </v:group>
            <v:group style="position:absolute;left:8283;top:-279;width:641;height:2" coordorigin="8283,-279" coordsize="641,2">
              <v:shape style="position:absolute;left:8283;top:-279;width:641;height:2" coordorigin="8283,-279" coordsize="641,0" path="m8287,-279l8928,-279e" filled="f" stroked="t" strokeweight=".666667pt" strokecolor="#E6E6E6">
                <v:path arrowok="t"/>
              </v:shape>
            </v:group>
            <v:group style="position:absolute;left:8283;top:23;width:641;height:2" coordorigin="8283,23" coordsize="641,2">
              <v:shape style="position:absolute;left:8283;top:23;width:641;height:2" coordorigin="8283,23" coordsize="641,0" path="m8287,23l8928,23e" filled="f" stroked="t" strokeweight=".666667pt" strokecolor="#E6E6E6">
                <v:path arrowok="t"/>
              </v:shape>
            </v:group>
            <v:group style="position:absolute;left:8933;top:-272;width:638;height:288" coordorigin="8933,-272" coordsize="638,288">
              <v:shape style="position:absolute;left:8933;top:-272;width:638;height:288" coordorigin="8933,-272" coordsize="638,288" path="m8933,-272l9571,-272,9571,16,8933,16,8933,-272e" filled="t" fillcolor="#E6E6E6" stroked="f">
                <v:path arrowok="t"/>
                <v:fill/>
              </v:shape>
            </v:group>
            <v:group style="position:absolute;left:8928;top:-305;width:648;height:2" coordorigin="8928,-305" coordsize="648,2">
              <v:shape style="position:absolute;left:8928;top:-305;width:648;height:2" coordorigin="8928,-305" coordsize="648,0" path="m8928,-305l9576,-305e" filled="f" stroked="t" strokeweight=".666667pt" strokecolor="#E6E6E6">
                <v:path arrowok="t"/>
              </v:shape>
            </v:group>
            <v:group style="position:absolute;left:8931;top:-279;width:641;height:2" coordorigin="8931,-279" coordsize="641,2">
              <v:shape style="position:absolute;left:8931;top:-279;width:641;height:2" coordorigin="8931,-279" coordsize="641,0" path="m8935,-279l9576,-279e" filled="f" stroked="t" strokeweight=".666667pt" strokecolor="#E6E6E6">
                <v:path arrowok="t"/>
              </v:shape>
            </v:group>
            <v:group style="position:absolute;left:8931;top:23;width:641;height:2" coordorigin="8931,23" coordsize="641,2">
              <v:shape style="position:absolute;left:8931;top:23;width:641;height:2" coordorigin="8931,23" coordsize="641,0" path="m8935,23l9576,23e" filled="f" stroked="t" strokeweight=".666667pt" strokecolor="#E6E6E6">
                <v:path arrowok="t"/>
              </v:shape>
            </v:group>
            <v:group style="position:absolute;left:9581;top:-272;width:638;height:288" coordorigin="9581,-272" coordsize="638,288">
              <v:shape style="position:absolute;left:9581;top:-272;width:638;height:288" coordorigin="9581,-272" coordsize="638,288" path="m9581,-272l10219,-272,10219,16,9581,16,9581,-272e" filled="t" fillcolor="#E6E6E6" stroked="f">
                <v:path arrowok="t"/>
                <v:fill/>
              </v:shape>
            </v:group>
            <v:group style="position:absolute;left:9576;top:-305;width:648;height:2" coordorigin="9576,-305" coordsize="648,2">
              <v:shape style="position:absolute;left:9576;top:-305;width:648;height:2" coordorigin="9576,-305" coordsize="648,0" path="m9576,-305l10224,-305e" filled="f" stroked="t" strokeweight=".666667pt" strokecolor="#E6E6E6">
                <v:path arrowok="t"/>
              </v:shape>
            </v:group>
            <v:group style="position:absolute;left:9579;top:-279;width:641;height:2" coordorigin="9579,-279" coordsize="641,2">
              <v:shape style="position:absolute;left:9579;top:-279;width:641;height:2" coordorigin="9579,-279" coordsize="641,0" path="m9583,-279l10224,-279e" filled="f" stroked="t" strokeweight=".666667pt" strokecolor="#E6E6E6">
                <v:path arrowok="t"/>
              </v:shape>
            </v:group>
            <v:group style="position:absolute;left:9579;top:23;width:641;height:2" coordorigin="9579,23" coordsize="641,2">
              <v:shape style="position:absolute;left:9579;top:23;width:641;height:2" coordorigin="9579,23" coordsize="641,0" path="m9583,23l10224,23e" filled="f" stroked="t" strokeweight=".666667pt" strokecolor="#E6E6E6">
                <v:path arrowok="t"/>
              </v:shape>
            </v:group>
            <v:group style="position:absolute;left:10229;top:-272;width:638;height:288" coordorigin="10229,-272" coordsize="638,288">
              <v:shape style="position:absolute;left:10229;top:-272;width:638;height:288" coordorigin="10229,-272" coordsize="638,288" path="m10229,-272l10867,-272,10867,16,10229,16,10229,-272e" filled="t" fillcolor="#E6E6E6" stroked="f">
                <v:path arrowok="t"/>
                <v:fill/>
              </v:shape>
            </v:group>
            <v:group style="position:absolute;left:10224;top:-305;width:648;height:2" coordorigin="10224,-305" coordsize="648,2">
              <v:shape style="position:absolute;left:10224;top:-305;width:648;height:2" coordorigin="10224,-305" coordsize="648,0" path="m10224,-305l10872,-305e" filled="f" stroked="t" strokeweight=".666667pt" strokecolor="#E6E6E6">
                <v:path arrowok="t"/>
              </v:shape>
            </v:group>
            <v:group style="position:absolute;left:10227;top:-279;width:641;height:2" coordorigin="10227,-279" coordsize="641,2">
              <v:shape style="position:absolute;left:10227;top:-279;width:641;height:2" coordorigin="10227,-279" coordsize="641,0" path="m10231,-279l10872,-279e" filled="f" stroked="t" strokeweight=".666667pt" strokecolor="#E6E6E6">
                <v:path arrowok="t"/>
              </v:shape>
            </v:group>
            <v:group style="position:absolute;left:10227;top:23;width:641;height:2" coordorigin="10227,23" coordsize="641,2">
              <v:shape style="position:absolute;left:10227;top:23;width:641;height:2" coordorigin="10227,23" coordsize="641,0" path="m10231,23l10872,23e" filled="f" stroked="t" strokeweight=".666667pt" strokecolor="#E6E6E6">
                <v:path arrowok="t"/>
              </v:shape>
            </v:group>
            <v:group style="position:absolute;left:10877;top:-272;width:638;height:288" coordorigin="10877,-272" coordsize="638,288">
              <v:shape style="position:absolute;left:10877;top:-272;width:638;height:288" coordorigin="10877,-272" coordsize="638,288" path="m10877,-272l11515,-272,11515,16,10877,16,10877,-272e" filled="t" fillcolor="#E6E6E6" stroked="f">
                <v:path arrowok="t"/>
                <v:fill/>
              </v:shape>
            </v:group>
            <v:group style="position:absolute;left:10872;top:-305;width:651;height:2" coordorigin="10872,-305" coordsize="651,2">
              <v:shape style="position:absolute;left:10872;top:-305;width:651;height:2" coordorigin="10872,-305" coordsize="651,0" path="m10872,-305l11523,-305e" filled="f" stroked="t" strokeweight=".666667pt" strokecolor="#E6E6E6">
                <v:path arrowok="t"/>
              </v:shape>
            </v:group>
            <v:group style="position:absolute;left:10875;top:-279;width:641;height:2" coordorigin="10875,-279" coordsize="641,2">
              <v:shape style="position:absolute;left:10875;top:-279;width:641;height:2" coordorigin="10875,-279" coordsize="641,0" path="m10879,-279l11520,-279e" filled="f" stroked="t" strokeweight=".666667pt" strokecolor="#E6E6E6">
                <v:path arrowok="t"/>
              </v:shape>
            </v:group>
            <v:group style="position:absolute;left:11520;top:-292;width:2;height:328" coordorigin="11520,-292" coordsize="2,328">
              <v:shape style="position:absolute;left:11520;top:-292;width:2;height:328" coordorigin="11520,-292" coordsize="0,328" path="m11520,-272l11520,56e" filled="f" stroked="t" strokeweight=".5pt" strokecolor="#FFFFFF">
                <v:path arrowok="t"/>
              </v:shape>
            </v:group>
            <v:group style="position:absolute;left:10875;top:23;width:641;height:2" coordorigin="10875,23" coordsize="641,2">
              <v:shape style="position:absolute;left:10875;top:23;width:641;height:2" coordorigin="10875,23" coordsize="641,0" path="m10879,23l11520,23e" filled="f" stroked="t" strokeweight=".666667pt" strokecolor="#E6E6E6">
                <v:path arrowok="t"/>
              </v:shape>
            </v:group>
            <v:group style="position:absolute;left:720;top:49;width:10800;height:2" coordorigin="720,49" coordsize="10800,2">
              <v:shape style="position:absolute;left:720;top:49;width:10800;height:2" coordorigin="720,49" coordsize="10800,0" path="m720,49l11520,49e" filled="f" stroked="t" strokeweight=".66678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NSR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20140205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Component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44" w:after="0" w:line="184" w:lineRule="exact"/>
        <w:ind w:left="5" w:right="-69"/>
        <w:jc w:val="left"/>
        <w:tabs>
          <w:tab w:pos="64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3"/>
        </w:rPr>
        <w:t>Created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8" w:lineRule="exact"/>
        <w:ind w:left="653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1"/>
        </w:rPr>
        <w:t>By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4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         ,</w:t>
      </w:r>
    </w:p>
    <w:p>
      <w:pPr>
        <w:spacing w:before="46" w:after="0" w:line="183" w:lineRule="exact"/>
        <w:ind w:left="5" w:right="-69"/>
        <w:jc w:val="left"/>
        <w:tabs>
          <w:tab w:pos="130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Complet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1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-4"/>
        </w:rPr>
        <w:t>Status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4"/>
        </w:rPr>
        <w:t>Tested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213"/>
        <w:jc w:val="right"/>
        <w:rPr>
          <w:rFonts w:ascii="Arial" w:hAnsi="Arial" w:cs="Arial" w:eastAsia="Arial"/>
          <w:sz w:val="12"/>
          <w:szCs w:val="1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75.649994pt;margin-top:-8.737796pt;width:35.299999pt;height:14.4pt;mso-position-horizontal-relative:page;mso-position-vertical-relative:paragraph;z-index:-1271" type="#_x0000_t202" filled="f" stroked="f">
            <v:textbox inset="0,0,0,0">
              <w:txbxContent>
                <w:p>
                  <w:pPr>
                    <w:spacing w:before="62" w:after="0" w:line="240" w:lineRule="auto"/>
                    <w:ind w:right="-20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color w:val="666666"/>
                      <w:spacing w:val="0"/>
                      <w:w w:val="100"/>
                      <w:b/>
                      <w:bCs/>
                    </w:rPr>
                    <w:t>ed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  <w:position w:val="1"/>
        </w:rPr>
        <w:t>By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87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483.799988pt;margin-top:.49494pt;width:7.2pt;height:7.2pt;mso-position-horizontal-relative:page;mso-position-vertical-relative:paragraph;z-index:-1267" type="#_x0000_t75">
            <v:imagedata r:id="rId24" o:title=""/>
          </v:shape>
        </w:pic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Apr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14,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Locked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  <w:cols w:num="4" w:equalWidth="0">
            <w:col w:w="6987" w:space="125"/>
            <w:col w:w="1100" w:space="196"/>
            <w:col w:w="1688" w:space="261"/>
            <w:col w:w="623"/>
          </w:cols>
        </w:sectPr>
      </w:pPr>
      <w:rPr/>
    </w:p>
    <w:p>
      <w:pPr>
        <w:spacing w:before="0" w:after="0" w:line="123" w:lineRule="exact"/>
        <w:ind w:left="233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9453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33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874943pt;margin-top:-7.205061pt;width:540.250117pt;height:.50005pt;mso-position-horizontal-relative:page;mso-position-vertical-relative:paragraph;z-index:-1268" coordorigin="717,-144" coordsize="10805,10">
            <v:group style="position:absolute;left:720;top:-142;width:10800;height:2" coordorigin="720,-142" coordsize="10800,2">
              <v:shape style="position:absolute;left:720;top:-142;width:10800;height:2" coordorigin="720,-142" coordsize="10800,0" path="m720,-142l11520,-142e" filled="f" stroked="t" strokeweight=".250117pt" strokecolor="#DFDFDF">
                <v:path arrowok="t"/>
              </v:shape>
            </v:group>
            <v:group style="position:absolute;left:720;top:-137;width:10800;height:2" coordorigin="720,-137" coordsize="10800,2">
              <v:shape style="position:absolute;left:720;top:-137;width:10800;height:2" coordorigin="720,-137" coordsize="10800,0" path="m720,-137l11520,-137e" filled="f" stroked="t" strokeweight=".250056pt" strokecolor="#DFDFD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3169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33"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5.874973pt;margin-top:-7.205073pt;width:540.250056pt;height:.499994pt;mso-position-horizontal-relative:page;mso-position-vertical-relative:paragraph;z-index:-1266" coordorigin="717,-144" coordsize="10805,10">
            <v:group style="position:absolute;left:720;top:-142;width:10800;height:2" coordorigin="720,-142" coordsize="10800,2">
              <v:shape style="position:absolute;left:720;top:-142;width:10800;height:2" coordorigin="720,-142" coordsize="10800,0" path="m720,-142l11520,-142e" filled="f" stroked="t" strokeweight=".250056pt" strokecolor="#DFDFDF">
                <v:path arrowok="t"/>
              </v:shape>
            </v:group>
            <v:group style="position:absolute;left:720;top:-137;width:10800;height:2" coordorigin="720,-137" coordsize="10800,2">
              <v:shape style="position:absolute;left:720;top:-137;width:10800;height:2" coordorigin="720,-137" coordsize="10800,0" path="m720,-137l11520,-137e" filled="f" stroked="t" strokeweight=".250005pt" strokecolor="#DFDFD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3149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23" w:lineRule="exact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Integration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and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Systems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Testing_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CHEYG04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6" w:after="0" w:line="250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NSR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20140205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Component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Integration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and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Systems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Testing_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CHEYG04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10" w:after="0" w:line="250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22.844931pt;width:540pt;height:.1pt;mso-position-horizontal-relative:page;mso-position-vertical-relative:paragraph;z-index:-1265" coordorigin="720,457" coordsize="10800,2">
            <v:shape style="position:absolute;left:720;top:457;width:10800;height:2" coordorigin="720,457" coordsize="10800,0" path="m720,457l11520,457e" filled="f" stroked="t" strokeweight=".500005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NSR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20140205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Component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Integration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and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Systems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Testing_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</w:rPr>
        <w:t>CHEYG04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0" w:after="0" w:line="123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Draft</w:t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61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Approved</w:t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58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Approved</w:t>
      </w:r>
    </w:p>
    <w:p>
      <w:pPr>
        <w:spacing w:before="0" w:after="0" w:line="123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</w:t>
      </w:r>
    </w:p>
    <w:p>
      <w:pPr>
        <w:spacing w:before="6" w:after="0" w:line="256" w:lineRule="auto"/>
        <w:ind w:right="-41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(Leidos)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(HP)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    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(HP)</w:t>
      </w:r>
    </w:p>
    <w:p>
      <w:pPr>
        <w:spacing w:before="0" w:after="0" w:line="97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2"/>
        </w:rPr>
        <w:t>      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114" w:lineRule="exact"/>
        <w:ind w:left="648" w:right="-60"/>
        <w:jc w:val="left"/>
        <w:tabs>
          <w:tab w:pos="12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2"/>
        </w:rPr>
        <w:t>2015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  <w:t>Passed</w:t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12" w:lineRule="auto"/>
        <w:ind w:right="215" w:firstLine="648"/>
        <w:jc w:val="left"/>
        <w:tabs>
          <w:tab w:pos="12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Jan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26,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pict>
          <v:shape style="width:7.2pt;height:7.2pt;mso-position-horizontal-relative:char;mso-position-vertical-relative:line" type="#_x0000_t75">
            <v:imagedata r:id="rId25" o:title=""/>
          </v:shape>
        </w:pic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  <w:t>VHAISPMUNIPY</w:t>
      </w:r>
    </w:p>
    <w:p>
      <w:pPr>
        <w:spacing w:before="0" w:after="0" w:line="102" w:lineRule="exact"/>
        <w:ind w:left="648" w:right="-60"/>
        <w:jc w:val="left"/>
        <w:tabs>
          <w:tab w:pos="12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2"/>
        </w:rPr>
        <w:t>2016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Passed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12" w:lineRule="auto"/>
        <w:ind w:right="215" w:firstLine="648"/>
        <w:jc w:val="left"/>
        <w:tabs>
          <w:tab w:pos="12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Jan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25,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pict>
          <v:shape style="width:7.2pt;height:7.2pt;mso-position-horizontal-relative:char;mso-position-vertical-relative:line" type="#_x0000_t75">
            <v:imagedata r:id="rId26" o:title=""/>
          </v:shape>
        </w:pic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  <w:t>VHAISPMUNIPY</w:t>
      </w:r>
    </w:p>
    <w:p>
      <w:pPr>
        <w:spacing w:before="0" w:after="0" w:line="102" w:lineRule="exact"/>
        <w:ind w:left="648" w:right="-60"/>
        <w:jc w:val="left"/>
        <w:tabs>
          <w:tab w:pos="12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2"/>
        </w:rPr>
        <w:t>2016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Passed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123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false</w:t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768" w:lineRule="auto"/>
        <w:ind w:right="334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false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false</w:t>
      </w:r>
    </w:p>
    <w:sectPr>
      <w:type w:val="continuous"/>
      <w:pgSz w:w="12240" w:h="15840"/>
      <w:pgMar w:top="1360" w:bottom="1160" w:left="620" w:right="640"/>
      <w:cols w:num="6" w:equalWidth="0">
        <w:col w:w="500" w:space="132"/>
        <w:col w:w="1788" w:space="156"/>
        <w:col w:w="514" w:space="4022"/>
        <w:col w:w="507" w:space="141"/>
        <w:col w:w="1697" w:space="895"/>
        <w:col w:w="62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1339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323997pt;margin-top:737.782104pt;width:469.352022pt;height:8pt;mso-position-horizontal-relative:page;mso-position-vertical-relative:page;z-index:-1338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https://your_server.vha.domain.ext:9443/jazz/service/com.ibm.rqm.integration.service.IIntegrationService/resources/VIP+%28QM%29/testsuite/urn:com.ibm.rqm:testsuite:2497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1337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655998pt;margin-top:737.782104pt;width:472.688022pt;height:8pt;mso-position-horizontal-relative:page;mso-position-vertical-relative:page;z-index:-1336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https://your_server.vha.domain.ext:9443/jazz/service/com.ibm.rqm.integration.service.IIntegrationService/resources/VIP+%28QM%29/testcase/urn:com.ibm.rqm:testcase:82266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1335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.986pt;margin-top:737.782104pt;width:508.028024pt;height:8pt;mso-position-horizontal-relative:page;mso-position-vertical-relative:page;z-index:-1334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https://your_server.vha.domain.ext:9443/jazz/service/com.ibm.rqm.integration.service.IIntegrationService/resources/VIP+%28QM%29/executionscript/urn:com.ibm.rqm:executionscript:72227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1333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6.644001pt;margin-top:737.782104pt;width:538.712025pt;height:8pt;mso-position-horizontal-relative:page;mso-position-vertical-relative:page;z-index:-1332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3087B3"/>
                    <w:spacing w:val="0"/>
                    <w:w w:val="100"/>
                  </w:rPr>
                  <w:t>https://your_server.vha.domain.ext:9443/jazz/service/com.ibm.rqm.integration.service.IIntegrationService/resources/VIP+%28QM%29/suiteexecutionrecord/urn:com.ibm.rqm:suiteexecutionrecord:83537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footer" Target="footer2.xml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footer" Target="footer3.xml"/><Relationship Id="rId19" Type="http://schemas.openxmlformats.org/officeDocument/2006/relationships/image" Target="media/image12.png"/><Relationship Id="rId20" Type="http://schemas.openxmlformats.org/officeDocument/2006/relationships/footer" Target="footer4.xml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image" Target="media/image16.png"/><Relationship Id="rId25" Type="http://schemas.openxmlformats.org/officeDocument/2006/relationships/image" Target="media/image17.png"/><Relationship Id="rId26" Type="http://schemas.openxmlformats.org/officeDocument/2006/relationships/image" Target="media/image18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2016-04-29T09:38:35Z</dcterms:created>
  <dcterms:modified xsi:type="dcterms:W3CDTF">2016-04-29T09:38:35Z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LastSaved">
    <vt:filetime>2016-04-29T00:00:00Z</vt:filetime>
  </property>
</Properties>
</file>